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FA7D7A" w14:textId="77777777" w:rsidR="009451DD" w:rsidRDefault="00161097" w:rsidP="009451DD">
      <w:pPr>
        <w:tabs>
          <w:tab w:val="right" w:pos="2268"/>
          <w:tab w:val="right" w:pos="4678"/>
        </w:tabs>
        <w:jc w:val="right"/>
        <w:rPr>
          <w:noProof/>
          <w:sz w:val="20"/>
          <w:lang w:val="en-US"/>
        </w:rPr>
      </w:pPr>
      <w:r>
        <w:rPr>
          <w:noProof/>
          <w:sz w:val="16"/>
          <w:szCs w:val="16"/>
          <w:lang w:val="en-US"/>
        </w:rPr>
        <w:tab/>
      </w:r>
      <w:r>
        <w:rPr>
          <w:noProof/>
          <w:sz w:val="20"/>
          <w:lang w:val="en-US"/>
        </w:rPr>
        <w:tab/>
      </w:r>
      <w:r w:rsidR="00C15484">
        <w:rPr>
          <w:noProof/>
          <w:sz w:val="20"/>
          <w:lang w:val="en-US"/>
        </w:rPr>
        <w:t>Andreas Breyer</w:t>
      </w:r>
    </w:p>
    <w:p w14:paraId="4BAC83F7" w14:textId="33274A79" w:rsidR="009451DD" w:rsidRDefault="00DF7CC0" w:rsidP="009451DD">
      <w:pPr>
        <w:tabs>
          <w:tab w:val="right" w:pos="2268"/>
          <w:tab w:val="right" w:pos="4678"/>
        </w:tabs>
        <w:jc w:val="right"/>
        <w:rPr>
          <w:noProof/>
          <w:sz w:val="20"/>
          <w:lang w:val="en-US"/>
        </w:rPr>
      </w:pPr>
      <w:r>
        <w:rPr>
          <w:noProof/>
          <w:sz w:val="20"/>
          <w:lang w:val="en-US"/>
        </w:rPr>
        <w:t>Manager Media Relations</w:t>
      </w:r>
    </w:p>
    <w:p w14:paraId="344F81FC" w14:textId="4C228D9E" w:rsidR="00CA67FA" w:rsidRPr="000F66C3" w:rsidRDefault="00C15484" w:rsidP="009451DD">
      <w:pPr>
        <w:tabs>
          <w:tab w:val="right" w:pos="2268"/>
          <w:tab w:val="right" w:pos="4678"/>
        </w:tabs>
        <w:jc w:val="right"/>
        <w:rPr>
          <w:lang w:val="en-US"/>
        </w:rPr>
      </w:pPr>
      <w:r>
        <w:rPr>
          <w:noProof/>
          <w:sz w:val="20"/>
          <w:lang w:val="en-US"/>
        </w:rPr>
        <w:br/>
        <w:t xml:space="preserve"> </w:t>
      </w:r>
      <w:r>
        <w:rPr>
          <w:noProof/>
          <w:sz w:val="20"/>
          <w:lang w:val="en-US"/>
        </w:rPr>
        <w:tab/>
      </w:r>
      <w:r>
        <w:rPr>
          <w:noProof/>
          <w:sz w:val="20"/>
          <w:lang w:val="en-US"/>
        </w:rPr>
        <w:tab/>
      </w:r>
      <w:r w:rsidR="00161097">
        <w:rPr>
          <w:noProof/>
          <w:sz w:val="20"/>
          <w:lang w:val="en-US"/>
        </w:rPr>
        <w:br/>
      </w:r>
      <w:r w:rsidR="00B17439">
        <w:rPr>
          <w:noProof/>
          <w:sz w:val="16"/>
          <w:szCs w:val="16"/>
          <w:lang w:val="en-US"/>
        </w:rPr>
        <w:t xml:space="preserve"> </w:t>
      </w:r>
      <w:r w:rsidR="00B17439">
        <w:rPr>
          <w:noProof/>
          <w:sz w:val="16"/>
          <w:szCs w:val="16"/>
          <w:lang w:val="en-US"/>
        </w:rPr>
        <w:tab/>
      </w:r>
      <w:r w:rsidR="000777AE">
        <w:rPr>
          <w:noProof/>
          <w:sz w:val="16"/>
          <w:szCs w:val="16"/>
          <w:lang w:val="en-US"/>
        </w:rPr>
        <w:t>Mobile</w:t>
      </w:r>
      <w:r w:rsidR="00161097">
        <w:rPr>
          <w:noProof/>
          <w:sz w:val="20"/>
          <w:lang w:val="en-US"/>
        </w:rPr>
        <w:tab/>
      </w:r>
      <w:r w:rsidR="00161097" w:rsidRPr="005C0EB8">
        <w:rPr>
          <w:noProof/>
          <w:sz w:val="20"/>
          <w:lang w:val="en-US"/>
        </w:rPr>
        <w:t>+</w:t>
      </w:r>
      <w:r w:rsidR="000777AE">
        <w:rPr>
          <w:noProof/>
          <w:sz w:val="20"/>
          <w:lang w:val="en-US"/>
        </w:rPr>
        <w:t>49 1</w:t>
      </w:r>
      <w:r>
        <w:rPr>
          <w:noProof/>
          <w:sz w:val="20"/>
          <w:lang w:val="en-US"/>
        </w:rPr>
        <w:t>51</w:t>
      </w:r>
      <w:r w:rsidR="000777AE">
        <w:rPr>
          <w:noProof/>
          <w:sz w:val="20"/>
          <w:lang w:val="en-US"/>
        </w:rPr>
        <w:t xml:space="preserve"> </w:t>
      </w:r>
      <w:r>
        <w:rPr>
          <w:noProof/>
          <w:sz w:val="20"/>
          <w:lang w:val="en-US"/>
        </w:rPr>
        <w:t>1242 8585</w:t>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sidRPr="00161097">
        <w:rPr>
          <w:noProof/>
          <w:sz w:val="16"/>
          <w:szCs w:val="16"/>
          <w:lang w:val="en-US"/>
        </w:rPr>
        <w:t>E-Mail</w:t>
      </w:r>
      <w:r w:rsidR="00161097">
        <w:rPr>
          <w:noProof/>
          <w:sz w:val="20"/>
          <w:lang w:val="en-US"/>
        </w:rPr>
        <w:tab/>
      </w:r>
      <w:r w:rsidR="00896515">
        <w:rPr>
          <w:noProof/>
          <w:sz w:val="20"/>
          <w:lang w:val="en-US"/>
        </w:rPr>
        <w:t>press@emva.org</w:t>
      </w:r>
      <w:r w:rsidR="00161097">
        <w:rPr>
          <w:noProof/>
          <w:sz w:val="20"/>
          <w:lang w:val="en-US"/>
        </w:rPr>
        <w:br/>
      </w:r>
      <w:r w:rsidR="000777AE">
        <w:rPr>
          <w:noProof/>
          <w:sz w:val="20"/>
          <w:lang w:val="en-US"/>
        </w:rPr>
        <w:br/>
      </w:r>
      <w:r w:rsidR="000777AE">
        <w:rPr>
          <w:noProof/>
          <w:sz w:val="20"/>
          <w:lang w:val="en-US"/>
        </w:rPr>
        <w:br/>
      </w:r>
      <w:r w:rsidR="000777AE">
        <w:rPr>
          <w:noProof/>
          <w:sz w:val="20"/>
          <w:lang w:val="en-US"/>
        </w:rPr>
        <w:br/>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0F66C3" w:rsidRPr="000F66C3">
        <w:rPr>
          <w:noProof/>
          <w:sz w:val="20"/>
          <w:lang w:val="en-US"/>
        </w:rPr>
        <w:t>22</w:t>
      </w:r>
      <w:r w:rsidR="007F7937" w:rsidRPr="000F66C3">
        <w:rPr>
          <w:noProof/>
          <w:sz w:val="20"/>
          <w:lang w:val="en-US"/>
        </w:rPr>
        <w:t xml:space="preserve"> </w:t>
      </w:r>
      <w:r w:rsidR="003C58BE" w:rsidRPr="000F66C3">
        <w:rPr>
          <w:noProof/>
          <w:sz w:val="20"/>
          <w:lang w:val="en-US"/>
        </w:rPr>
        <w:t>May</w:t>
      </w:r>
      <w:r w:rsidR="00B97CD7" w:rsidRPr="000F66C3">
        <w:rPr>
          <w:noProof/>
          <w:sz w:val="20"/>
          <w:lang w:val="en-US"/>
        </w:rPr>
        <w:t>, 201</w:t>
      </w:r>
      <w:r w:rsidR="003C58BE" w:rsidRPr="000F66C3">
        <w:rPr>
          <w:noProof/>
          <w:sz w:val="20"/>
          <w:lang w:val="en-US"/>
        </w:rPr>
        <w:t>9</w:t>
      </w:r>
    </w:p>
    <w:p w14:paraId="693A5F8F" w14:textId="77777777" w:rsidR="005E6FBE" w:rsidRPr="000F66C3" w:rsidRDefault="00BD18F3" w:rsidP="00BD18F3">
      <w:pPr>
        <w:spacing w:after="240"/>
        <w:ind w:hanging="993"/>
        <w:rPr>
          <w:lang w:val="en-US"/>
        </w:rPr>
      </w:pPr>
      <w:r w:rsidRPr="000F66C3">
        <w:rPr>
          <w:sz w:val="12"/>
          <w:szCs w:val="12"/>
          <w:lang w:val="en-US"/>
        </w:rPr>
        <w:t>_</w:t>
      </w:r>
    </w:p>
    <w:p w14:paraId="7F70E7EF" w14:textId="77777777" w:rsidR="005E6FBE" w:rsidRPr="000F66C3" w:rsidRDefault="005E6FBE">
      <w:pPr>
        <w:rPr>
          <w:lang w:val="en-US"/>
        </w:rPr>
        <w:sectPr w:rsidR="005E6FBE" w:rsidRPr="000F66C3" w:rsidSect="005E6FBE">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2977" w:right="707" w:bottom="1985" w:left="1418" w:header="1230" w:footer="188" w:gutter="0"/>
          <w:cols w:space="720"/>
          <w:titlePg/>
        </w:sectPr>
      </w:pPr>
    </w:p>
    <w:p w14:paraId="297EA6C0" w14:textId="77777777" w:rsidR="005C0EB8" w:rsidRPr="000F66C3" w:rsidRDefault="00113CBB" w:rsidP="00C15484">
      <w:pPr>
        <w:framePr w:w="4780" w:h="2489" w:hRule="exact" w:hSpace="181" w:wrap="around" w:vAnchor="page" w:hAnchor="page" w:x="1435" w:y="2931" w:anchorLock="1"/>
        <w:rPr>
          <w:noProof/>
          <w:lang w:val="en-US"/>
        </w:rPr>
      </w:pPr>
      <w:r w:rsidRPr="000F66C3">
        <w:rPr>
          <w:noProof/>
          <w:lang w:val="en-US"/>
        </w:rPr>
        <w:br/>
      </w:r>
      <w:r w:rsidR="006A5A62" w:rsidRPr="000F66C3">
        <w:rPr>
          <w:b/>
          <w:sz w:val="28"/>
          <w:lang w:val="en-US"/>
        </w:rPr>
        <w:t>PRESS RELEASE</w:t>
      </w:r>
      <w:r w:rsidRPr="000F66C3">
        <w:rPr>
          <w:noProof/>
          <w:lang w:val="en-US"/>
        </w:rPr>
        <w:br/>
      </w:r>
      <w:r w:rsidRPr="000F66C3">
        <w:rPr>
          <w:noProof/>
          <w:lang w:val="en-US"/>
        </w:rPr>
        <w:br/>
      </w:r>
      <w:r w:rsidR="006A5A62" w:rsidRPr="000F66C3">
        <w:rPr>
          <w:lang w:val="en-US"/>
        </w:rPr>
        <w:t>for immediate release</w:t>
      </w:r>
      <w:r w:rsidRPr="000F66C3">
        <w:rPr>
          <w:noProof/>
          <w:lang w:val="en-US"/>
        </w:rPr>
        <w:br/>
      </w:r>
      <w:r w:rsidRPr="000F66C3">
        <w:rPr>
          <w:noProof/>
          <w:lang w:val="en-US"/>
        </w:rPr>
        <w:br/>
      </w:r>
      <w:r w:rsidRPr="000F66C3">
        <w:rPr>
          <w:noProof/>
          <w:lang w:val="en-US"/>
        </w:rPr>
        <w:br/>
      </w:r>
      <w:r w:rsidR="00C15484" w:rsidRPr="000F66C3">
        <w:rPr>
          <w:noProof/>
          <w:lang w:val="en-US"/>
        </w:rPr>
        <w:br/>
      </w:r>
      <w:r w:rsidR="00C15484" w:rsidRPr="000F66C3">
        <w:rPr>
          <w:noProof/>
          <w:lang w:val="en-US"/>
        </w:rPr>
        <w:br/>
      </w:r>
      <w:r w:rsidRPr="000F66C3">
        <w:rPr>
          <w:noProof/>
          <w:lang w:val="en-US"/>
        </w:rPr>
        <w:br/>
      </w:r>
    </w:p>
    <w:p w14:paraId="3A0AF325" w14:textId="21CE3456" w:rsidR="00C7571F" w:rsidRPr="000F66C3" w:rsidRDefault="00C7571F" w:rsidP="00C7571F">
      <w:pPr>
        <w:spacing w:line="360" w:lineRule="auto"/>
        <w:rPr>
          <w:rFonts w:cs="Arial"/>
          <w:b/>
          <w:sz w:val="28"/>
          <w:szCs w:val="28"/>
          <w:lang w:val="en-US" w:bidi="ar-SA"/>
        </w:rPr>
      </w:pPr>
      <w:r w:rsidRPr="000F66C3">
        <w:rPr>
          <w:rFonts w:cs="Arial"/>
          <w:b/>
          <w:sz w:val="28"/>
          <w:szCs w:val="28"/>
          <w:lang w:val="en-US" w:bidi="ar-SA"/>
        </w:rPr>
        <w:lastRenderedPageBreak/>
        <w:t>EMVA appoints new Standards Manager</w:t>
      </w:r>
    </w:p>
    <w:p w14:paraId="2184AACE" w14:textId="0E66274E" w:rsidR="004201A7" w:rsidRPr="000F66C3" w:rsidRDefault="00C7571F" w:rsidP="00C7571F">
      <w:pPr>
        <w:spacing w:line="360" w:lineRule="auto"/>
        <w:rPr>
          <w:rFonts w:cs="Arial"/>
          <w:b/>
          <w:sz w:val="24"/>
          <w:szCs w:val="24"/>
          <w:lang w:val="en-US" w:bidi="ar-SA"/>
        </w:rPr>
      </w:pPr>
      <w:r w:rsidRPr="000F66C3">
        <w:rPr>
          <w:rFonts w:cs="Arial"/>
          <w:b/>
          <w:sz w:val="24"/>
          <w:szCs w:val="24"/>
          <w:lang w:val="en-US" w:bidi="ar-SA"/>
        </w:rPr>
        <w:t xml:space="preserve">Werner </w:t>
      </w:r>
      <w:proofErr w:type="spellStart"/>
      <w:r w:rsidRPr="000F66C3">
        <w:rPr>
          <w:rFonts w:cs="Arial"/>
          <w:b/>
          <w:sz w:val="24"/>
          <w:szCs w:val="24"/>
          <w:lang w:val="en-US" w:bidi="ar-SA"/>
        </w:rPr>
        <w:t>Feith</w:t>
      </w:r>
      <w:proofErr w:type="spellEnd"/>
      <w:r w:rsidRPr="000F66C3">
        <w:rPr>
          <w:rFonts w:cs="Arial"/>
          <w:b/>
          <w:sz w:val="24"/>
          <w:szCs w:val="24"/>
          <w:lang w:val="en-US" w:bidi="ar-SA"/>
        </w:rPr>
        <w:t xml:space="preserve"> coordina</w:t>
      </w:r>
      <w:bookmarkStart w:id="0" w:name="_GoBack"/>
      <w:bookmarkEnd w:id="0"/>
      <w:r w:rsidRPr="000F66C3">
        <w:rPr>
          <w:rFonts w:cs="Arial"/>
          <w:b/>
          <w:sz w:val="24"/>
          <w:szCs w:val="24"/>
          <w:lang w:val="en-US" w:bidi="ar-SA"/>
        </w:rPr>
        <w:t xml:space="preserve">tes standardization activities of the association </w:t>
      </w:r>
      <w:r w:rsidRPr="000F66C3">
        <w:rPr>
          <w:rFonts w:cs="Arial"/>
          <w:b/>
          <w:sz w:val="24"/>
          <w:szCs w:val="24"/>
          <w:lang w:val="en-US" w:bidi="ar-SA"/>
        </w:rPr>
        <w:br/>
      </w:r>
    </w:p>
    <w:p w14:paraId="51ED294E" w14:textId="62A6D2EA" w:rsidR="005B4D50" w:rsidRDefault="007662CE" w:rsidP="00C55951">
      <w:pPr>
        <w:spacing w:line="360" w:lineRule="auto"/>
        <w:jc w:val="both"/>
        <w:rPr>
          <w:rFonts w:cs="Arial"/>
          <w:sz w:val="24"/>
          <w:szCs w:val="24"/>
          <w:lang w:val="en-US" w:bidi="ar-SA"/>
        </w:rPr>
      </w:pPr>
      <w:r w:rsidRPr="000F66C3">
        <w:rPr>
          <w:rFonts w:cs="Arial"/>
          <w:i/>
          <w:sz w:val="24"/>
          <w:szCs w:val="24"/>
          <w:lang w:val="en-US" w:bidi="ar-SA"/>
        </w:rPr>
        <w:t>Barcelona</w:t>
      </w:r>
      <w:r w:rsidR="004201A7" w:rsidRPr="000F66C3">
        <w:rPr>
          <w:rFonts w:cs="Arial"/>
          <w:i/>
          <w:sz w:val="24"/>
          <w:szCs w:val="24"/>
          <w:lang w:val="en-US" w:bidi="ar-SA"/>
        </w:rPr>
        <w:t xml:space="preserve">, </w:t>
      </w:r>
      <w:r w:rsidR="000F66C3" w:rsidRPr="000F66C3">
        <w:rPr>
          <w:rFonts w:cs="Arial"/>
          <w:i/>
          <w:sz w:val="24"/>
          <w:szCs w:val="24"/>
          <w:lang w:val="en-US" w:bidi="ar-SA"/>
        </w:rPr>
        <w:t>22</w:t>
      </w:r>
      <w:r w:rsidR="003C58BE" w:rsidRPr="000F66C3">
        <w:rPr>
          <w:rFonts w:cs="Arial"/>
          <w:i/>
          <w:sz w:val="24"/>
          <w:szCs w:val="24"/>
          <w:lang w:val="en-US" w:bidi="ar-SA"/>
        </w:rPr>
        <w:t xml:space="preserve"> May</w:t>
      </w:r>
      <w:r w:rsidR="004201A7" w:rsidRPr="000F66C3">
        <w:rPr>
          <w:rFonts w:cs="Arial"/>
          <w:i/>
          <w:sz w:val="24"/>
          <w:szCs w:val="24"/>
          <w:lang w:val="en-US" w:bidi="ar-SA"/>
        </w:rPr>
        <w:t>, 201</w:t>
      </w:r>
      <w:r w:rsidR="003C58BE" w:rsidRPr="000F66C3">
        <w:rPr>
          <w:rFonts w:cs="Arial"/>
          <w:i/>
          <w:sz w:val="24"/>
          <w:szCs w:val="24"/>
          <w:lang w:val="en-US" w:bidi="ar-SA"/>
        </w:rPr>
        <w:t>9</w:t>
      </w:r>
      <w:r w:rsidR="004201A7" w:rsidRPr="000F66C3">
        <w:rPr>
          <w:rFonts w:cs="Arial"/>
          <w:sz w:val="24"/>
          <w:szCs w:val="24"/>
          <w:lang w:val="en-US" w:bidi="ar-SA"/>
        </w:rPr>
        <w:t xml:space="preserve">. </w:t>
      </w:r>
      <w:r w:rsidR="00C55951" w:rsidRPr="000F66C3">
        <w:rPr>
          <w:rFonts w:cs="Arial"/>
          <w:sz w:val="24"/>
          <w:szCs w:val="24"/>
          <w:lang w:val="en-US" w:bidi="ar-SA"/>
        </w:rPr>
        <w:t xml:space="preserve">The European Machine Vision Association (EMVA) has appointed Werner </w:t>
      </w:r>
      <w:proofErr w:type="spellStart"/>
      <w:r w:rsidR="00C55951" w:rsidRPr="000F66C3">
        <w:rPr>
          <w:rFonts w:cs="Arial"/>
          <w:sz w:val="24"/>
          <w:szCs w:val="24"/>
          <w:lang w:val="en-US" w:bidi="ar-SA"/>
        </w:rPr>
        <w:t>Feith</w:t>
      </w:r>
      <w:proofErr w:type="spellEnd"/>
      <w:r w:rsidR="00C55951" w:rsidRPr="000F66C3">
        <w:rPr>
          <w:rFonts w:cs="Arial"/>
          <w:sz w:val="24"/>
          <w:szCs w:val="24"/>
          <w:lang w:val="en-US" w:bidi="ar-SA"/>
        </w:rPr>
        <w:t xml:space="preserve"> as new EMVA Standards Manager. Werner will be responsible to promote the European machine vision standardization activities worldwide and to coordinate the development process of machine vision standards</w:t>
      </w:r>
      <w:r w:rsidR="005B4D50" w:rsidRPr="000F66C3">
        <w:rPr>
          <w:rFonts w:cs="Arial"/>
          <w:sz w:val="24"/>
          <w:szCs w:val="24"/>
          <w:lang w:val="en-US" w:bidi="ar-SA"/>
        </w:rPr>
        <w:t>; as well as to identify</w:t>
      </w:r>
      <w:r w:rsidR="005B4D50">
        <w:rPr>
          <w:rFonts w:cs="Arial"/>
          <w:sz w:val="24"/>
          <w:szCs w:val="24"/>
          <w:lang w:val="en-US" w:bidi="ar-SA"/>
        </w:rPr>
        <w:t xml:space="preserve"> new standardization needs in a rapidly changing industrial environment.  </w:t>
      </w:r>
    </w:p>
    <w:p w14:paraId="61706A77" w14:textId="77777777" w:rsidR="00C55951" w:rsidRPr="00C55951" w:rsidRDefault="00C55951" w:rsidP="00C55951">
      <w:pPr>
        <w:spacing w:line="360" w:lineRule="auto"/>
        <w:jc w:val="both"/>
        <w:rPr>
          <w:rFonts w:cs="Arial"/>
          <w:sz w:val="24"/>
          <w:szCs w:val="24"/>
          <w:lang w:val="en-US" w:bidi="ar-SA"/>
        </w:rPr>
      </w:pPr>
    </w:p>
    <w:p w14:paraId="276AF315" w14:textId="7572E859" w:rsidR="00294B7D" w:rsidRDefault="00C55951" w:rsidP="00C55951">
      <w:pPr>
        <w:spacing w:line="360" w:lineRule="auto"/>
        <w:jc w:val="both"/>
        <w:rPr>
          <w:rFonts w:cs="Arial"/>
          <w:sz w:val="24"/>
          <w:szCs w:val="24"/>
          <w:lang w:val="en-US" w:bidi="ar-SA"/>
        </w:rPr>
      </w:pPr>
      <w:r w:rsidRPr="00C55951">
        <w:rPr>
          <w:rFonts w:cs="Arial"/>
          <w:sz w:val="24"/>
          <w:szCs w:val="24"/>
          <w:lang w:val="en-US" w:bidi="ar-SA"/>
        </w:rPr>
        <w:t xml:space="preserve">Werner </w:t>
      </w:r>
      <w:proofErr w:type="spellStart"/>
      <w:r w:rsidRPr="00C55951">
        <w:rPr>
          <w:rFonts w:cs="Arial"/>
          <w:sz w:val="24"/>
          <w:szCs w:val="24"/>
          <w:lang w:val="en-US" w:bidi="ar-SA"/>
        </w:rPr>
        <w:t>Feith</w:t>
      </w:r>
      <w:proofErr w:type="spellEnd"/>
      <w:r w:rsidRPr="00C55951">
        <w:rPr>
          <w:rFonts w:cs="Arial"/>
          <w:sz w:val="24"/>
          <w:szCs w:val="24"/>
          <w:lang w:val="en-US" w:bidi="ar-SA"/>
        </w:rPr>
        <w:t xml:space="preserve"> received his education from TU </w:t>
      </w:r>
      <w:proofErr w:type="spellStart"/>
      <w:r w:rsidRPr="00C55951">
        <w:rPr>
          <w:rFonts w:cs="Arial"/>
          <w:sz w:val="24"/>
          <w:szCs w:val="24"/>
          <w:lang w:val="en-US" w:bidi="ar-SA"/>
        </w:rPr>
        <w:t>München</w:t>
      </w:r>
      <w:proofErr w:type="spellEnd"/>
      <w:r w:rsidRPr="00C55951">
        <w:rPr>
          <w:rFonts w:cs="Arial"/>
          <w:sz w:val="24"/>
          <w:szCs w:val="24"/>
          <w:lang w:val="en-US" w:bidi="ar-SA"/>
        </w:rPr>
        <w:t xml:space="preserve"> as a solid state physicist. After some time with industrial computer industry he founded Sensor to Image GmbH, which started as a frame grabber company, but was soon tuned to be an FPGA IP company supporting digital camera interfaces defined by Gen&lt;I&gt;</w:t>
      </w:r>
      <w:r w:rsidRPr="00294B7D">
        <w:rPr>
          <w:rFonts w:cs="Arial"/>
          <w:sz w:val="24"/>
          <w:szCs w:val="24"/>
          <w:lang w:val="en-US" w:bidi="ar-SA"/>
        </w:rPr>
        <w:t xml:space="preserve">cam standard. Sensor to Image became and is the world leader in industrial camera interface IP supporting </w:t>
      </w:r>
      <w:proofErr w:type="spellStart"/>
      <w:r w:rsidRPr="00294B7D">
        <w:rPr>
          <w:rFonts w:cs="Arial"/>
          <w:sz w:val="24"/>
          <w:szCs w:val="24"/>
          <w:lang w:val="en-US" w:bidi="ar-SA"/>
        </w:rPr>
        <w:t>GigEVision</w:t>
      </w:r>
      <w:proofErr w:type="spellEnd"/>
      <w:r w:rsidRPr="00294B7D">
        <w:rPr>
          <w:rFonts w:cs="Arial"/>
          <w:sz w:val="24"/>
          <w:szCs w:val="24"/>
          <w:lang w:val="en-US" w:bidi="ar-SA"/>
        </w:rPr>
        <w:t xml:space="preserve">, USB3-Vision and </w:t>
      </w:r>
      <w:proofErr w:type="spellStart"/>
      <w:r w:rsidRPr="00294B7D">
        <w:rPr>
          <w:rFonts w:cs="Arial"/>
          <w:sz w:val="24"/>
          <w:szCs w:val="24"/>
          <w:lang w:val="en-US" w:bidi="ar-SA"/>
        </w:rPr>
        <w:t>CoaXPress</w:t>
      </w:r>
      <w:proofErr w:type="spellEnd"/>
      <w:r w:rsidRPr="00294B7D">
        <w:rPr>
          <w:rFonts w:cs="Arial"/>
          <w:sz w:val="24"/>
          <w:szCs w:val="24"/>
          <w:lang w:val="en-US" w:bidi="ar-SA"/>
        </w:rPr>
        <w:t xml:space="preserve">. </w:t>
      </w:r>
      <w:r w:rsidR="0090316B" w:rsidRPr="00294B7D">
        <w:rPr>
          <w:rFonts w:cs="Arial"/>
          <w:sz w:val="24"/>
          <w:szCs w:val="24"/>
          <w:lang w:val="en-US" w:bidi="ar-SA"/>
        </w:rPr>
        <w:t>After selling Sensor to Image in 201</w:t>
      </w:r>
      <w:r w:rsidR="004A1255" w:rsidRPr="00294B7D">
        <w:rPr>
          <w:rFonts w:cs="Arial"/>
          <w:sz w:val="24"/>
          <w:szCs w:val="24"/>
          <w:lang w:val="en-US" w:bidi="ar-SA"/>
        </w:rPr>
        <w:t>7</w:t>
      </w:r>
      <w:r w:rsidR="0090316B" w:rsidRPr="00294B7D">
        <w:rPr>
          <w:rFonts w:cs="Arial"/>
          <w:sz w:val="24"/>
          <w:szCs w:val="24"/>
          <w:lang w:val="en-US" w:bidi="ar-SA"/>
        </w:rPr>
        <w:t xml:space="preserve"> Werner </w:t>
      </w:r>
      <w:proofErr w:type="spellStart"/>
      <w:r w:rsidR="0090316B" w:rsidRPr="00294B7D">
        <w:rPr>
          <w:rFonts w:cs="Arial"/>
          <w:sz w:val="24"/>
          <w:szCs w:val="24"/>
          <w:lang w:val="en-US" w:bidi="ar-SA"/>
        </w:rPr>
        <w:t>Feith</w:t>
      </w:r>
      <w:proofErr w:type="spellEnd"/>
      <w:r w:rsidR="0090316B" w:rsidRPr="00294B7D">
        <w:rPr>
          <w:rFonts w:cs="Arial"/>
          <w:sz w:val="24"/>
          <w:szCs w:val="24"/>
          <w:lang w:val="en-US" w:bidi="ar-SA"/>
        </w:rPr>
        <w:t xml:space="preserve"> was </w:t>
      </w:r>
      <w:r w:rsidR="004A1255" w:rsidRPr="00294B7D">
        <w:rPr>
          <w:rFonts w:cs="Arial"/>
          <w:sz w:val="24"/>
          <w:szCs w:val="24"/>
          <w:lang w:val="en-US" w:bidi="ar-SA"/>
        </w:rPr>
        <w:t xml:space="preserve">attracted by the open position as EMVA Standards Manager to continue his career in the </w:t>
      </w:r>
      <w:r w:rsidR="00294B7D" w:rsidRPr="00294B7D">
        <w:rPr>
          <w:rFonts w:cs="Arial"/>
          <w:sz w:val="24"/>
          <w:szCs w:val="24"/>
          <w:lang w:val="en-US" w:bidi="ar-SA"/>
        </w:rPr>
        <w:t>industry and share his vast experience in standardization.</w:t>
      </w:r>
    </w:p>
    <w:p w14:paraId="399FC84C" w14:textId="77777777" w:rsidR="00294B7D" w:rsidRDefault="00294B7D" w:rsidP="00C55951">
      <w:pPr>
        <w:spacing w:line="360" w:lineRule="auto"/>
        <w:jc w:val="both"/>
        <w:rPr>
          <w:rFonts w:cs="Arial"/>
          <w:sz w:val="24"/>
          <w:szCs w:val="24"/>
          <w:lang w:val="en-US" w:bidi="ar-SA"/>
        </w:rPr>
      </w:pPr>
    </w:p>
    <w:p w14:paraId="30B1454D" w14:textId="29D43504" w:rsidR="00C55951" w:rsidRPr="00C55951" w:rsidRDefault="00294B7D" w:rsidP="00C55951">
      <w:pPr>
        <w:spacing w:line="360" w:lineRule="auto"/>
        <w:jc w:val="both"/>
        <w:rPr>
          <w:rFonts w:cs="Arial"/>
          <w:sz w:val="24"/>
          <w:szCs w:val="24"/>
          <w:lang w:val="en-US" w:bidi="ar-SA"/>
        </w:rPr>
      </w:pPr>
      <w:r>
        <w:rPr>
          <w:rFonts w:cs="Arial"/>
          <w:sz w:val="24"/>
          <w:szCs w:val="24"/>
          <w:lang w:val="en-US" w:bidi="ar-SA"/>
        </w:rPr>
        <w:t>“</w:t>
      </w:r>
      <w:r w:rsidR="0090316B">
        <w:rPr>
          <w:rFonts w:cs="Arial"/>
          <w:sz w:val="24"/>
          <w:szCs w:val="24"/>
          <w:lang w:val="en-US" w:bidi="ar-SA"/>
        </w:rPr>
        <w:t>W</w:t>
      </w:r>
      <w:r w:rsidR="00C55951" w:rsidRPr="00C55951">
        <w:rPr>
          <w:rFonts w:cs="Arial"/>
          <w:sz w:val="24"/>
          <w:szCs w:val="24"/>
          <w:lang w:val="en-US" w:bidi="ar-SA"/>
        </w:rPr>
        <w:t xml:space="preserve">e are </w:t>
      </w:r>
      <w:r w:rsidR="0090316B">
        <w:rPr>
          <w:rFonts w:cs="Arial"/>
          <w:sz w:val="24"/>
          <w:szCs w:val="24"/>
          <w:lang w:val="en-US" w:bidi="ar-SA"/>
        </w:rPr>
        <w:t>very happy</w:t>
      </w:r>
      <w:r w:rsidR="00C55951" w:rsidRPr="00C55951">
        <w:rPr>
          <w:rFonts w:cs="Arial"/>
          <w:sz w:val="24"/>
          <w:szCs w:val="24"/>
          <w:lang w:val="en-US" w:bidi="ar-SA"/>
        </w:rPr>
        <w:t xml:space="preserve"> to </w:t>
      </w:r>
      <w:r w:rsidR="00C55951">
        <w:rPr>
          <w:rFonts w:cs="Arial"/>
          <w:sz w:val="24"/>
          <w:szCs w:val="24"/>
          <w:lang w:val="en-US" w:bidi="ar-SA"/>
        </w:rPr>
        <w:t>welcome</w:t>
      </w:r>
      <w:r w:rsidR="00C55951" w:rsidRPr="00C55951">
        <w:rPr>
          <w:rFonts w:cs="Arial"/>
          <w:sz w:val="24"/>
          <w:szCs w:val="24"/>
          <w:lang w:val="en-US" w:bidi="ar-SA"/>
        </w:rPr>
        <w:t xml:space="preserve"> Werner </w:t>
      </w:r>
      <w:r w:rsidR="00C55951">
        <w:rPr>
          <w:rFonts w:cs="Arial"/>
          <w:sz w:val="24"/>
          <w:szCs w:val="24"/>
          <w:lang w:val="en-US" w:bidi="ar-SA"/>
        </w:rPr>
        <w:t>on board</w:t>
      </w:r>
      <w:r w:rsidR="00C55951" w:rsidRPr="00C55951">
        <w:rPr>
          <w:rFonts w:cs="Arial"/>
          <w:sz w:val="24"/>
          <w:szCs w:val="24"/>
          <w:lang w:val="en-US" w:bidi="ar-SA"/>
        </w:rPr>
        <w:t xml:space="preserve"> the EMVA team to fill the important role as Standards Manager. Werner has more than 20 years’ experience with analog and digital camera interfaces, serving the technical committees of </w:t>
      </w:r>
      <w:proofErr w:type="spellStart"/>
      <w:r w:rsidR="00C55951" w:rsidRPr="00C55951">
        <w:rPr>
          <w:rFonts w:cs="Arial"/>
          <w:sz w:val="24"/>
          <w:szCs w:val="24"/>
          <w:lang w:val="en-US" w:bidi="ar-SA"/>
        </w:rPr>
        <w:t>GigEVision</w:t>
      </w:r>
      <w:proofErr w:type="spellEnd"/>
      <w:r w:rsidR="00C55951" w:rsidRPr="00C55951">
        <w:rPr>
          <w:rFonts w:cs="Arial"/>
          <w:sz w:val="24"/>
          <w:szCs w:val="24"/>
          <w:lang w:val="en-US" w:bidi="ar-SA"/>
        </w:rPr>
        <w:t xml:space="preserve"> &amp; USB3 vision </w:t>
      </w:r>
      <w:r w:rsidR="00C55951" w:rsidRPr="00C55951">
        <w:rPr>
          <w:rFonts w:cs="Arial"/>
          <w:sz w:val="24"/>
          <w:szCs w:val="24"/>
          <w:lang w:val="en-US" w:bidi="ar-SA"/>
        </w:rPr>
        <w:lastRenderedPageBreak/>
        <w:t xml:space="preserve">and Gen&lt;I&gt;cam for more than 10years, and coauthoring the </w:t>
      </w:r>
      <w:proofErr w:type="spellStart"/>
      <w:r w:rsidR="00C55951" w:rsidRPr="00C55951">
        <w:rPr>
          <w:rFonts w:cs="Arial"/>
          <w:sz w:val="24"/>
          <w:szCs w:val="24"/>
          <w:lang w:val="en-US" w:bidi="ar-SA"/>
        </w:rPr>
        <w:t>CoaxPress</w:t>
      </w:r>
      <w:proofErr w:type="spellEnd"/>
      <w:r w:rsidR="00C55951" w:rsidRPr="00C55951">
        <w:rPr>
          <w:rFonts w:cs="Arial"/>
          <w:sz w:val="24"/>
          <w:szCs w:val="24"/>
          <w:lang w:val="en-US" w:bidi="ar-SA"/>
        </w:rPr>
        <w:t xml:space="preserve"> standard for 5 years. He brings profound and long machine vision experience in engineering, management and entrepreneurship. We are looking forward to working with him to take the EMVA standardization activities to the next level”, says EMVA President Jochem Herrmann. </w:t>
      </w:r>
    </w:p>
    <w:p w14:paraId="1BBC6E4C" w14:textId="77777777" w:rsidR="00C55951" w:rsidRPr="00C55951" w:rsidRDefault="00C55951" w:rsidP="00C55951">
      <w:pPr>
        <w:spacing w:line="360" w:lineRule="auto"/>
        <w:jc w:val="both"/>
        <w:rPr>
          <w:rFonts w:cs="Arial"/>
          <w:sz w:val="24"/>
          <w:szCs w:val="24"/>
          <w:lang w:val="en-US" w:bidi="ar-SA"/>
        </w:rPr>
      </w:pPr>
    </w:p>
    <w:p w14:paraId="4864B8A6" w14:textId="3901246E" w:rsidR="005B4D50" w:rsidRDefault="00C55951" w:rsidP="00C55951">
      <w:pPr>
        <w:spacing w:line="360" w:lineRule="auto"/>
        <w:jc w:val="both"/>
        <w:rPr>
          <w:rFonts w:cs="Arial"/>
          <w:sz w:val="24"/>
          <w:szCs w:val="24"/>
          <w:lang w:val="en-US" w:bidi="ar-SA"/>
        </w:rPr>
      </w:pPr>
      <w:r w:rsidRPr="00C55951">
        <w:rPr>
          <w:rFonts w:cs="Arial"/>
          <w:sz w:val="24"/>
          <w:szCs w:val="24"/>
          <w:lang w:val="en-US" w:bidi="ar-SA"/>
        </w:rPr>
        <w:t xml:space="preserve">Since 15 years, the European Machine Vision Association (EMVA) is hosting the development of standards for the machine vision industry with the now well-known and widely used standards </w:t>
      </w:r>
      <w:proofErr w:type="spellStart"/>
      <w:r w:rsidRPr="00C55951">
        <w:rPr>
          <w:rFonts w:cs="Arial"/>
          <w:sz w:val="24"/>
          <w:szCs w:val="24"/>
          <w:lang w:val="en-US" w:bidi="ar-SA"/>
        </w:rPr>
        <w:t>GenICam</w:t>
      </w:r>
      <w:proofErr w:type="spellEnd"/>
      <w:r w:rsidRPr="00C55951">
        <w:rPr>
          <w:rFonts w:cs="Arial"/>
          <w:sz w:val="24"/>
          <w:szCs w:val="24"/>
          <w:lang w:val="en-US" w:bidi="ar-SA"/>
        </w:rPr>
        <w:t xml:space="preserve"> and EMVA1288. </w:t>
      </w:r>
      <w:proofErr w:type="spellStart"/>
      <w:r w:rsidRPr="00C55951">
        <w:rPr>
          <w:rFonts w:cs="Arial"/>
          <w:sz w:val="24"/>
          <w:szCs w:val="24"/>
          <w:lang w:val="en-US" w:bidi="ar-SA"/>
        </w:rPr>
        <w:t>GenICam</w:t>
      </w:r>
      <w:proofErr w:type="spellEnd"/>
      <w:r w:rsidRPr="00C55951">
        <w:rPr>
          <w:rFonts w:cs="Arial"/>
          <w:sz w:val="24"/>
          <w:szCs w:val="24"/>
          <w:lang w:val="en-US" w:bidi="ar-SA"/>
        </w:rPr>
        <w:t xml:space="preserve"> standardizes the high level interfacing of a vision device and a computer. EMVA1288 is a characterization and specification procedure for image sensors and cameras used in machine vision. </w:t>
      </w:r>
      <w:r w:rsidR="005B4D50">
        <w:rPr>
          <w:rFonts w:cs="Arial"/>
          <w:sz w:val="24"/>
          <w:szCs w:val="24"/>
          <w:lang w:val="en-US" w:bidi="ar-SA"/>
        </w:rPr>
        <w:t xml:space="preserve">With the </w:t>
      </w:r>
    </w:p>
    <w:p w14:paraId="50E4675E" w14:textId="4F624255" w:rsidR="005B4D50" w:rsidRPr="00C55951" w:rsidRDefault="00885087" w:rsidP="005B4D50">
      <w:pPr>
        <w:spacing w:line="360" w:lineRule="auto"/>
        <w:jc w:val="both"/>
        <w:rPr>
          <w:rFonts w:cs="Arial"/>
          <w:sz w:val="24"/>
          <w:szCs w:val="24"/>
          <w:lang w:val="en-US" w:bidi="ar-SA"/>
        </w:rPr>
      </w:pPr>
      <w:r>
        <w:rPr>
          <w:rFonts w:cs="Arial"/>
          <w:sz w:val="24"/>
          <w:szCs w:val="24"/>
          <w:lang w:val="en-US" w:bidi="ar-SA"/>
        </w:rPr>
        <w:t xml:space="preserve">Industrial </w:t>
      </w:r>
      <w:r w:rsidR="005B4D50" w:rsidRPr="005B4D50">
        <w:rPr>
          <w:rFonts w:cs="Arial"/>
          <w:sz w:val="24"/>
          <w:szCs w:val="24"/>
          <w:lang w:val="en-US" w:bidi="ar-SA"/>
        </w:rPr>
        <w:t xml:space="preserve">Embedded Vision Interface Standard </w:t>
      </w:r>
      <w:r w:rsidR="005B4D50">
        <w:rPr>
          <w:rFonts w:cs="Arial"/>
          <w:sz w:val="24"/>
          <w:szCs w:val="24"/>
          <w:lang w:val="en-US" w:bidi="ar-SA"/>
        </w:rPr>
        <w:t xml:space="preserve">and the </w:t>
      </w:r>
      <w:r w:rsidR="005B4D50" w:rsidRPr="005B4D50">
        <w:rPr>
          <w:rFonts w:cs="Arial"/>
          <w:sz w:val="24"/>
          <w:szCs w:val="24"/>
          <w:lang w:val="en-US" w:bidi="ar-SA"/>
        </w:rPr>
        <w:t xml:space="preserve">Open </w:t>
      </w:r>
      <w:r w:rsidR="000D031B">
        <w:rPr>
          <w:rFonts w:cs="Arial"/>
          <w:sz w:val="24"/>
          <w:szCs w:val="24"/>
          <w:lang w:val="en-US" w:bidi="ar-SA"/>
        </w:rPr>
        <w:t xml:space="preserve">Optics </w:t>
      </w:r>
      <w:r w:rsidR="00085426">
        <w:rPr>
          <w:rFonts w:cs="Arial"/>
          <w:sz w:val="24"/>
          <w:szCs w:val="24"/>
          <w:lang w:val="en-US" w:bidi="ar-SA"/>
        </w:rPr>
        <w:t>Camera</w:t>
      </w:r>
      <w:r w:rsidR="005B4D50" w:rsidRPr="005B4D50">
        <w:rPr>
          <w:rFonts w:cs="Arial"/>
          <w:sz w:val="24"/>
          <w:szCs w:val="24"/>
          <w:lang w:val="en-US" w:bidi="ar-SA"/>
        </w:rPr>
        <w:t xml:space="preserve"> </w:t>
      </w:r>
      <w:r w:rsidR="000D031B">
        <w:rPr>
          <w:rFonts w:cs="Arial"/>
          <w:sz w:val="24"/>
          <w:szCs w:val="24"/>
          <w:lang w:val="en-US" w:bidi="ar-SA"/>
        </w:rPr>
        <w:t xml:space="preserve">Interface </w:t>
      </w:r>
      <w:r w:rsidR="005B4D50" w:rsidRPr="005B4D50">
        <w:rPr>
          <w:rFonts w:cs="Arial"/>
          <w:sz w:val="24"/>
          <w:szCs w:val="24"/>
          <w:lang w:val="en-US" w:bidi="ar-SA"/>
        </w:rPr>
        <w:t>Standard</w:t>
      </w:r>
      <w:r w:rsidR="005B4D50">
        <w:rPr>
          <w:rFonts w:cs="Arial"/>
          <w:sz w:val="24"/>
          <w:szCs w:val="24"/>
          <w:lang w:val="en-US" w:bidi="ar-SA"/>
        </w:rPr>
        <w:t xml:space="preserve"> the EMVA currently </w:t>
      </w:r>
      <w:proofErr w:type="gramStart"/>
      <w:r w:rsidR="005B4D50">
        <w:rPr>
          <w:rFonts w:cs="Arial"/>
          <w:sz w:val="24"/>
          <w:szCs w:val="24"/>
          <w:lang w:val="en-US" w:bidi="ar-SA"/>
        </w:rPr>
        <w:t>leads</w:t>
      </w:r>
      <w:proofErr w:type="gramEnd"/>
      <w:r w:rsidR="005B4D50">
        <w:rPr>
          <w:rFonts w:cs="Arial"/>
          <w:sz w:val="24"/>
          <w:szCs w:val="24"/>
          <w:lang w:val="en-US" w:bidi="ar-SA"/>
        </w:rPr>
        <w:t xml:space="preserve"> two new s</w:t>
      </w:r>
      <w:r w:rsidR="005B4D50" w:rsidRPr="005B4D50">
        <w:rPr>
          <w:rFonts w:cs="Arial"/>
          <w:sz w:val="24"/>
          <w:szCs w:val="24"/>
          <w:lang w:val="en-US" w:bidi="ar-SA"/>
        </w:rPr>
        <w:t xml:space="preserve">tandard </w:t>
      </w:r>
      <w:r w:rsidR="005B4D50">
        <w:rPr>
          <w:rFonts w:cs="Arial"/>
          <w:sz w:val="24"/>
          <w:szCs w:val="24"/>
          <w:lang w:val="en-US" w:bidi="ar-SA"/>
        </w:rPr>
        <w:t>in</w:t>
      </w:r>
      <w:r w:rsidR="005B4D50" w:rsidRPr="005B4D50">
        <w:rPr>
          <w:rFonts w:cs="Arial"/>
          <w:sz w:val="24"/>
          <w:szCs w:val="24"/>
          <w:lang w:val="en-US" w:bidi="ar-SA"/>
        </w:rPr>
        <w:t>itiative</w:t>
      </w:r>
      <w:r w:rsidR="005B4D50">
        <w:rPr>
          <w:rFonts w:cs="Arial"/>
          <w:sz w:val="24"/>
          <w:szCs w:val="24"/>
          <w:lang w:val="en-US" w:bidi="ar-SA"/>
        </w:rPr>
        <w:t>s.</w:t>
      </w:r>
      <w:r w:rsidR="005B4D50" w:rsidRPr="005B4D50">
        <w:rPr>
          <w:rFonts w:cs="Arial"/>
          <w:sz w:val="24"/>
          <w:szCs w:val="24"/>
          <w:lang w:val="en-US" w:bidi="ar-SA"/>
        </w:rPr>
        <w:t xml:space="preserve"> </w:t>
      </w:r>
    </w:p>
    <w:p w14:paraId="7C4BD7B2" w14:textId="77777777" w:rsidR="00C55951" w:rsidRPr="00C55951" w:rsidRDefault="00C55951" w:rsidP="00C55951">
      <w:pPr>
        <w:spacing w:line="360" w:lineRule="auto"/>
        <w:jc w:val="both"/>
        <w:rPr>
          <w:rFonts w:cs="Arial"/>
          <w:sz w:val="24"/>
          <w:szCs w:val="24"/>
          <w:lang w:val="en-US" w:bidi="ar-SA"/>
        </w:rPr>
      </w:pPr>
    </w:p>
    <w:p w14:paraId="4F6E7F59" w14:textId="049EC207" w:rsidR="00C55951" w:rsidRDefault="00C55951" w:rsidP="00C55951">
      <w:pPr>
        <w:spacing w:line="360" w:lineRule="auto"/>
        <w:jc w:val="both"/>
        <w:rPr>
          <w:rFonts w:cs="Arial"/>
          <w:sz w:val="24"/>
          <w:szCs w:val="24"/>
          <w:lang w:val="en-US" w:bidi="ar-SA"/>
        </w:rPr>
      </w:pPr>
      <w:r w:rsidRPr="00C55951">
        <w:rPr>
          <w:rFonts w:cs="Arial"/>
          <w:sz w:val="24"/>
          <w:szCs w:val="24"/>
          <w:lang w:val="en-US" w:bidi="ar-SA"/>
        </w:rPr>
        <w:t>Since 2009, the EMVA is collaborating with other international machine vision associations worldwide to work towards a standardization of the technologies and processes in our industry. These joint global standardization activities have become a pillar of the success of machine vision technology in numerous industrial and non-industrial applications.</w:t>
      </w:r>
    </w:p>
    <w:p w14:paraId="5D18677A" w14:textId="77777777" w:rsidR="00C55951" w:rsidRPr="00840741" w:rsidRDefault="00C55951" w:rsidP="00124C6D">
      <w:pPr>
        <w:spacing w:line="360" w:lineRule="auto"/>
        <w:jc w:val="both"/>
        <w:rPr>
          <w:rFonts w:cs="Arial"/>
          <w:sz w:val="24"/>
          <w:szCs w:val="24"/>
          <w:lang w:val="en-US" w:bidi="ar-SA"/>
        </w:rPr>
      </w:pPr>
    </w:p>
    <w:p w14:paraId="089E48A0" w14:textId="77777777" w:rsidR="00124C6D" w:rsidRPr="00840741" w:rsidRDefault="00124C6D" w:rsidP="00EB7816">
      <w:pPr>
        <w:spacing w:line="360" w:lineRule="auto"/>
        <w:jc w:val="both"/>
        <w:rPr>
          <w:rFonts w:cs="Arial"/>
          <w:sz w:val="24"/>
          <w:szCs w:val="24"/>
          <w:lang w:val="en-US" w:bidi="ar-SA"/>
        </w:rPr>
      </w:pPr>
    </w:p>
    <w:p w14:paraId="54B867D0" w14:textId="77777777" w:rsidR="004201A7" w:rsidRPr="003C58BE" w:rsidRDefault="004201A7" w:rsidP="004201A7">
      <w:pPr>
        <w:spacing w:line="360" w:lineRule="auto"/>
        <w:rPr>
          <w:rFonts w:cs="Arial"/>
          <w:sz w:val="24"/>
          <w:szCs w:val="24"/>
          <w:highlight w:val="yellow"/>
          <w:lang w:val="en-US" w:bidi="ar-SA"/>
        </w:rPr>
      </w:pPr>
    </w:p>
    <w:p w14:paraId="4173738C" w14:textId="77777777" w:rsidR="004201A7" w:rsidRPr="00DF7CC0" w:rsidRDefault="004201A7" w:rsidP="004201A7">
      <w:pPr>
        <w:spacing w:line="360" w:lineRule="auto"/>
        <w:rPr>
          <w:rFonts w:cs="Arial"/>
          <w:i/>
          <w:sz w:val="24"/>
          <w:szCs w:val="24"/>
          <w:lang w:val="en-US" w:bidi="ar-SA"/>
        </w:rPr>
      </w:pPr>
      <w:r w:rsidRPr="003C58BE">
        <w:rPr>
          <w:rFonts w:cs="Arial"/>
          <w:i/>
          <w:sz w:val="24"/>
          <w:szCs w:val="24"/>
          <w:lang w:val="en-US" w:bidi="ar-SA"/>
        </w:rPr>
        <w:t>Picture source: EMVA</w:t>
      </w:r>
    </w:p>
    <w:p w14:paraId="58094090" w14:textId="77777777" w:rsidR="000A326A" w:rsidRPr="00DF7CC0" w:rsidRDefault="000A326A" w:rsidP="004201A7">
      <w:pPr>
        <w:spacing w:line="360" w:lineRule="auto"/>
        <w:rPr>
          <w:rFonts w:cs="Arial"/>
          <w:i/>
          <w:sz w:val="24"/>
          <w:szCs w:val="24"/>
          <w:lang w:val="en-US" w:bidi="ar-SA"/>
        </w:rPr>
      </w:pPr>
    </w:p>
    <w:p w14:paraId="7F871249" w14:textId="77777777" w:rsidR="000A326A" w:rsidRPr="00DF7CC0" w:rsidRDefault="000A326A" w:rsidP="004201A7">
      <w:pPr>
        <w:spacing w:line="360" w:lineRule="auto"/>
        <w:rPr>
          <w:rFonts w:cs="Arial"/>
          <w:i/>
          <w:sz w:val="24"/>
          <w:szCs w:val="24"/>
          <w:lang w:val="en-US" w:bidi="ar-SA"/>
        </w:rPr>
      </w:pPr>
    </w:p>
    <w:p w14:paraId="554D177B" w14:textId="77777777" w:rsidR="00B446AD" w:rsidRPr="00DF7CC0" w:rsidRDefault="00B446AD" w:rsidP="00C15484">
      <w:pPr>
        <w:spacing w:line="360" w:lineRule="auto"/>
        <w:rPr>
          <w:color w:val="000000"/>
          <w:sz w:val="16"/>
          <w:szCs w:val="16"/>
          <w:lang w:val="en-US"/>
        </w:rPr>
      </w:pPr>
    </w:p>
    <w:p w14:paraId="0524ABA9" w14:textId="77777777" w:rsidR="004201A7" w:rsidRPr="00DF7CC0" w:rsidRDefault="004201A7" w:rsidP="00C15484">
      <w:pPr>
        <w:spacing w:line="360" w:lineRule="auto"/>
        <w:rPr>
          <w:color w:val="000000"/>
          <w:sz w:val="16"/>
          <w:szCs w:val="16"/>
          <w:lang w:val="en-US"/>
        </w:rPr>
      </w:pPr>
    </w:p>
    <w:p w14:paraId="098AB715" w14:textId="77777777" w:rsidR="006A5A62" w:rsidRPr="00840741" w:rsidRDefault="006A5A62" w:rsidP="006A5A62">
      <w:pPr>
        <w:spacing w:line="360" w:lineRule="auto"/>
        <w:rPr>
          <w:rFonts w:cs="Times"/>
          <w:b/>
          <w:color w:val="000000"/>
          <w:sz w:val="18"/>
          <w:szCs w:val="24"/>
          <w:u w:val="single"/>
          <w:lang w:val="en-GB" w:bidi="ar-SA"/>
        </w:rPr>
      </w:pPr>
      <w:r w:rsidRPr="00840741">
        <w:rPr>
          <w:rFonts w:cs="Times"/>
          <w:b/>
          <w:color w:val="000000"/>
          <w:sz w:val="18"/>
          <w:szCs w:val="24"/>
          <w:u w:val="single"/>
          <w:lang w:val="en-GB" w:bidi="ar-SA"/>
        </w:rPr>
        <w:t>About EMVA:</w:t>
      </w:r>
    </w:p>
    <w:p w14:paraId="299E5B99" w14:textId="23FE5177" w:rsidR="00CA67FA" w:rsidRDefault="00DF7CC0" w:rsidP="00DF7CC0">
      <w:pPr>
        <w:spacing w:before="120" w:line="360" w:lineRule="auto"/>
        <w:rPr>
          <w:rFonts w:cs="Arial"/>
          <w:b/>
          <w:color w:val="000000"/>
          <w:sz w:val="18"/>
          <w:szCs w:val="24"/>
          <w:lang w:val="en-GB" w:bidi="ar-SA"/>
        </w:rPr>
      </w:pPr>
      <w:r w:rsidRPr="00840741">
        <w:rPr>
          <w:rFonts w:cs="Times"/>
          <w:color w:val="000000"/>
          <w:sz w:val="18"/>
          <w:szCs w:val="24"/>
          <w:lang w:val="en-GB" w:bidi="ar-SA"/>
        </w:rPr>
        <w:t>Founded in May 2003 in Barcelona, the European Machine Vision Association currently has about 120+ members representing more than 20 nations. Its aim is to promote the development and use of machine vision technology and to support the interests of its members - machine vision companies, research institutions and national machine vision associations. The main fields of work of EMVA are: standardization, statistics, the annual EMVA Business Conference and other networking events, European research funding, public relations and marketing. To find out more visit the web site www.emva.org.</w:t>
      </w:r>
    </w:p>
    <w:sectPr w:rsidR="00CA67FA" w:rsidSect="00BD18F3">
      <w:headerReference w:type="even" r:id="rId15"/>
      <w:headerReference w:type="default" r:id="rId16"/>
      <w:footerReference w:type="default" r:id="rId17"/>
      <w:headerReference w:type="first" r:id="rId18"/>
      <w:type w:val="continuous"/>
      <w:pgSz w:w="11906" w:h="16838" w:code="9"/>
      <w:pgMar w:top="2552" w:right="849" w:bottom="1418" w:left="1418" w:header="1223"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496AF5" w14:textId="77777777" w:rsidR="00656AE4" w:rsidRDefault="00656AE4">
      <w:r>
        <w:separator/>
      </w:r>
    </w:p>
  </w:endnote>
  <w:endnote w:type="continuationSeparator" w:id="0">
    <w:p w14:paraId="1AE12725" w14:textId="77777777" w:rsidR="00656AE4" w:rsidRDefault="00656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A064E" w14:textId="77777777" w:rsidR="00B80FEE" w:rsidRDefault="00B80FE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47A73E" w14:textId="77777777" w:rsidR="00B80FEE" w:rsidRDefault="00B80FEE">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61A34" w14:textId="77777777" w:rsidR="005A2401" w:rsidRPr="003A1B4C" w:rsidRDefault="005A2401" w:rsidP="003A1B4C">
    <w:pPr>
      <w:tabs>
        <w:tab w:val="right" w:pos="9498"/>
      </w:tabs>
      <w:rPr>
        <w:sz w:val="16"/>
        <w:szCs w:val="16"/>
      </w:rPr>
    </w:pPr>
    <w:r>
      <w:rPr>
        <w:sz w:val="16"/>
        <w:szCs w:val="16"/>
      </w:rPr>
      <w:t xml:space="preserve"> </w:t>
    </w: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5A2401" w:rsidRPr="009A15AD" w14:paraId="3786FDFE" w14:textId="77777777" w:rsidTr="003A1B4C">
      <w:trPr>
        <w:trHeight w:val="20"/>
      </w:trPr>
      <w:tc>
        <w:tcPr>
          <w:tcW w:w="3213" w:type="dxa"/>
        </w:tcPr>
        <w:p w14:paraId="4C381FDF" w14:textId="77777777" w:rsidR="005A2401" w:rsidRDefault="005A2401" w:rsidP="005A2401">
          <w:pPr>
            <w:rPr>
              <w:noProof/>
              <w:sz w:val="14"/>
              <w:szCs w:val="14"/>
              <w:lang w:val="it-IT"/>
            </w:rPr>
          </w:pPr>
        </w:p>
      </w:tc>
      <w:tc>
        <w:tcPr>
          <w:tcW w:w="3450" w:type="dxa"/>
        </w:tcPr>
        <w:p w14:paraId="202B85D4" w14:textId="77777777" w:rsidR="005A2401" w:rsidRPr="0070422F" w:rsidRDefault="005A2401" w:rsidP="005A2401">
          <w:pPr>
            <w:rPr>
              <w:sz w:val="14"/>
              <w:szCs w:val="14"/>
              <w:lang w:val="en-US"/>
            </w:rPr>
          </w:pPr>
        </w:p>
      </w:tc>
      <w:tc>
        <w:tcPr>
          <w:tcW w:w="2976" w:type="dxa"/>
        </w:tcPr>
        <w:p w14:paraId="40B9EB5C" w14:textId="77777777" w:rsidR="005A2401" w:rsidRDefault="005A2401" w:rsidP="005A2401">
          <w:pPr>
            <w:tabs>
              <w:tab w:val="left" w:pos="1276"/>
            </w:tabs>
            <w:rPr>
              <w:noProof/>
              <w:sz w:val="14"/>
              <w:szCs w:val="14"/>
              <w:lang w:val="en-US"/>
            </w:rPr>
          </w:pPr>
        </w:p>
      </w:tc>
    </w:tr>
    <w:tr w:rsidR="005A2401" w:rsidRPr="000F66C3" w14:paraId="7308E80E" w14:textId="77777777" w:rsidTr="003A1B4C">
      <w:tc>
        <w:tcPr>
          <w:tcW w:w="3213" w:type="dxa"/>
        </w:tcPr>
        <w:p w14:paraId="50CABD62" w14:textId="77777777" w:rsidR="005A2401" w:rsidRPr="00F019ED" w:rsidRDefault="005A2401" w:rsidP="005A2401">
          <w:pPr>
            <w:rPr>
              <w:noProof/>
              <w:sz w:val="14"/>
              <w:szCs w:val="14"/>
              <w:lang w:val="es-ES"/>
            </w:rPr>
          </w:pPr>
          <w:r>
            <w:rPr>
              <w:noProof/>
              <w:sz w:val="14"/>
              <w:szCs w:val="14"/>
              <w:lang w:val="it-IT"/>
            </w:rPr>
            <w:t>EMVA -  European Machine Vision Association</w:t>
          </w:r>
          <w:r>
            <w:rPr>
              <w:noProof/>
              <w:sz w:val="14"/>
              <w:szCs w:val="14"/>
              <w:lang w:val="it-IT"/>
            </w:rPr>
            <w:br/>
          </w:r>
          <w:r w:rsidRPr="00F019ED">
            <w:rPr>
              <w:noProof/>
              <w:sz w:val="14"/>
              <w:szCs w:val="14"/>
              <w:lang w:val="es-ES"/>
            </w:rPr>
            <w:t>Gran Vía de Carles III 84,</w:t>
          </w:r>
        </w:p>
        <w:p w14:paraId="0CD036B7" w14:textId="77777777" w:rsidR="005A2401" w:rsidRPr="004F7CD5" w:rsidRDefault="005A2401" w:rsidP="005A2401">
          <w:pPr>
            <w:rPr>
              <w:noProof/>
              <w:sz w:val="14"/>
              <w:szCs w:val="14"/>
              <w:lang w:val="en-US"/>
            </w:rPr>
          </w:pPr>
          <w:r w:rsidRPr="004F7CD5">
            <w:rPr>
              <w:noProof/>
              <w:sz w:val="14"/>
              <w:szCs w:val="14"/>
              <w:lang w:val="en-US"/>
            </w:rPr>
            <w:t xml:space="preserve">3rd floor. Edificios Trade. </w:t>
          </w:r>
        </w:p>
        <w:p w14:paraId="2ACFC35A" w14:textId="77777777" w:rsidR="005A2401" w:rsidRPr="008A12C0" w:rsidRDefault="005A2401" w:rsidP="005A2401">
          <w:pPr>
            <w:rPr>
              <w:rFonts w:cs="Arial"/>
              <w:sz w:val="14"/>
              <w:lang w:val="fr-FR" w:bidi="ar-SA"/>
            </w:rPr>
          </w:pPr>
          <w:r w:rsidRPr="004F7CD5">
            <w:rPr>
              <w:noProof/>
              <w:sz w:val="14"/>
              <w:szCs w:val="14"/>
              <w:lang w:val="en-US"/>
            </w:rPr>
            <w:t>08028 Barcelona</w:t>
          </w:r>
          <w:r w:rsidRPr="00161097">
            <w:rPr>
              <w:noProof/>
              <w:sz w:val="14"/>
              <w:szCs w:val="14"/>
              <w:lang w:val="en-US"/>
            </w:rPr>
            <w:br/>
            <w:t>Spain</w:t>
          </w:r>
          <w:r w:rsidRPr="008A12C0">
            <w:rPr>
              <w:rFonts w:cs="Arial"/>
              <w:sz w:val="14"/>
              <w:lang w:val="fr-FR" w:bidi="ar-SA"/>
            </w:rPr>
            <w:t xml:space="preserve"> </w:t>
          </w:r>
        </w:p>
      </w:tc>
      <w:tc>
        <w:tcPr>
          <w:tcW w:w="3450" w:type="dxa"/>
        </w:tcPr>
        <w:p w14:paraId="7F86285C" w14:textId="77777777" w:rsidR="005A2401" w:rsidRPr="00554C82" w:rsidRDefault="005A2401" w:rsidP="005A2401">
          <w:pPr>
            <w:tabs>
              <w:tab w:val="left" w:pos="756"/>
            </w:tabs>
            <w:rPr>
              <w:rFonts w:cs="Arial"/>
              <w:sz w:val="14"/>
              <w:szCs w:val="14"/>
              <w:lang w:bidi="ar-SA"/>
            </w:rPr>
          </w:pPr>
          <w:r w:rsidRPr="00554C82">
            <w:rPr>
              <w:sz w:val="14"/>
              <w:szCs w:val="14"/>
            </w:rPr>
            <w:t>Bank</w:t>
          </w:r>
          <w:r w:rsidRPr="00554C82">
            <w:rPr>
              <w:noProof/>
              <w:sz w:val="14"/>
              <w:szCs w:val="14"/>
            </w:rPr>
            <w:tab/>
            <w:t>Deutsche Bank Barcelona</w:t>
          </w:r>
          <w:r w:rsidRPr="00554C82">
            <w:rPr>
              <w:noProof/>
              <w:sz w:val="14"/>
              <w:szCs w:val="14"/>
            </w:rPr>
            <w:br/>
            <w:t>Swift/BIC</w:t>
          </w:r>
          <w:r w:rsidRPr="00554C82">
            <w:rPr>
              <w:noProof/>
              <w:sz w:val="14"/>
              <w:szCs w:val="14"/>
            </w:rPr>
            <w:tab/>
          </w:r>
          <w:r>
            <w:rPr>
              <w:noProof/>
              <w:sz w:val="14"/>
              <w:szCs w:val="14"/>
            </w:rPr>
            <w:t>DEUTESBBXXX</w:t>
          </w:r>
          <w:r>
            <w:rPr>
              <w:noProof/>
              <w:sz w:val="14"/>
              <w:szCs w:val="14"/>
            </w:rPr>
            <w:br/>
            <w:t>IBAN</w:t>
          </w:r>
          <w:r w:rsidRPr="00554C82">
            <w:rPr>
              <w:noProof/>
              <w:sz w:val="14"/>
              <w:szCs w:val="14"/>
            </w:rPr>
            <w:tab/>
          </w:r>
          <w:r>
            <w:rPr>
              <w:noProof/>
              <w:sz w:val="14"/>
              <w:szCs w:val="14"/>
            </w:rPr>
            <w:t>ES82 0019 0021 3340 1004 5122</w:t>
          </w:r>
          <w:r>
            <w:rPr>
              <w:noProof/>
              <w:sz w:val="14"/>
              <w:szCs w:val="14"/>
            </w:rPr>
            <w:br/>
            <w:t>VAT ID</w:t>
          </w:r>
          <w:r w:rsidRPr="00554C82">
            <w:rPr>
              <w:noProof/>
              <w:sz w:val="14"/>
              <w:szCs w:val="14"/>
            </w:rPr>
            <w:tab/>
          </w:r>
          <w:r>
            <w:rPr>
              <w:noProof/>
              <w:sz w:val="14"/>
              <w:szCs w:val="14"/>
            </w:rPr>
            <w:t>ES-G65854242</w:t>
          </w:r>
        </w:p>
      </w:tc>
      <w:tc>
        <w:tcPr>
          <w:tcW w:w="2976" w:type="dxa"/>
        </w:tcPr>
        <w:p w14:paraId="58C75B5D" w14:textId="32D08130" w:rsidR="005A2401" w:rsidRPr="00554C82" w:rsidRDefault="005A2401" w:rsidP="004026AF">
          <w:pPr>
            <w:tabs>
              <w:tab w:val="left" w:pos="1371"/>
            </w:tabs>
            <w:rPr>
              <w:noProof/>
              <w:sz w:val="14"/>
              <w:szCs w:val="14"/>
              <w:lang w:val="en-GB"/>
            </w:rPr>
          </w:pPr>
          <w:r>
            <w:rPr>
              <w:noProof/>
              <w:sz w:val="14"/>
              <w:szCs w:val="14"/>
              <w:lang w:val="en-US"/>
            </w:rPr>
            <w:t>President</w:t>
          </w:r>
          <w:r>
            <w:rPr>
              <w:noProof/>
              <w:sz w:val="14"/>
              <w:szCs w:val="14"/>
              <w:lang w:val="en-GB"/>
            </w:rPr>
            <w:tab/>
          </w:r>
          <w:r w:rsidR="004026AF">
            <w:rPr>
              <w:noProof/>
              <w:sz w:val="14"/>
              <w:szCs w:val="14"/>
              <w:lang w:val="en-US"/>
            </w:rPr>
            <w:t>Jochem Herrmann</w:t>
          </w:r>
          <w:r>
            <w:rPr>
              <w:noProof/>
              <w:sz w:val="14"/>
              <w:szCs w:val="14"/>
              <w:lang w:val="en-US"/>
            </w:rPr>
            <w:br/>
          </w:r>
          <w:r w:rsidRPr="00CA67FA">
            <w:rPr>
              <w:noProof/>
              <w:sz w:val="14"/>
              <w:szCs w:val="14"/>
              <w:lang w:val="en-US"/>
            </w:rPr>
            <w:t>Gen</w:t>
          </w:r>
          <w:r>
            <w:rPr>
              <w:noProof/>
              <w:sz w:val="14"/>
              <w:szCs w:val="14"/>
              <w:lang w:val="en-US"/>
            </w:rPr>
            <w:t>eral</w:t>
          </w:r>
          <w:r w:rsidRPr="00CA67FA">
            <w:rPr>
              <w:noProof/>
              <w:sz w:val="14"/>
              <w:szCs w:val="14"/>
              <w:lang w:val="en-US"/>
            </w:rPr>
            <w:t xml:space="preserve"> Secr</w:t>
          </w:r>
          <w:r>
            <w:rPr>
              <w:noProof/>
              <w:sz w:val="14"/>
              <w:szCs w:val="14"/>
              <w:lang w:val="en-US"/>
            </w:rPr>
            <w:t>etary</w:t>
          </w:r>
          <w:r>
            <w:rPr>
              <w:noProof/>
              <w:sz w:val="14"/>
              <w:szCs w:val="14"/>
              <w:lang w:val="en-GB"/>
            </w:rPr>
            <w:tab/>
            <w:t>Thomas Lübkemeier</w:t>
          </w:r>
          <w:r>
            <w:rPr>
              <w:noProof/>
              <w:sz w:val="14"/>
              <w:szCs w:val="14"/>
              <w:lang w:val="en-GB"/>
            </w:rPr>
            <w:br/>
          </w:r>
          <w:r>
            <w:rPr>
              <w:noProof/>
              <w:sz w:val="14"/>
              <w:szCs w:val="14"/>
              <w:lang w:val="en-GB"/>
            </w:rPr>
            <w:br/>
            <w:t>E</w:t>
          </w:r>
          <w:r w:rsidRPr="002474E1">
            <w:rPr>
              <w:noProof/>
              <w:sz w:val="14"/>
              <w:szCs w:val="14"/>
              <w:lang w:val="en-GB"/>
            </w:rPr>
            <w:t>-mail</w:t>
          </w:r>
          <w:r w:rsidRPr="002474E1">
            <w:rPr>
              <w:noProof/>
              <w:sz w:val="14"/>
              <w:szCs w:val="14"/>
              <w:lang w:val="en-GB"/>
            </w:rPr>
            <w:tab/>
          </w:r>
          <w:r w:rsidRPr="00BD18F3">
            <w:rPr>
              <w:noProof/>
              <w:sz w:val="14"/>
              <w:szCs w:val="14"/>
              <w:lang w:val="en-GB"/>
            </w:rPr>
            <w:t>info@emva.org</w:t>
          </w:r>
          <w:r>
            <w:rPr>
              <w:noProof/>
              <w:sz w:val="14"/>
              <w:szCs w:val="14"/>
              <w:lang w:val="en-GB"/>
            </w:rPr>
            <w:br/>
          </w:r>
          <w:r w:rsidRPr="002474E1">
            <w:rPr>
              <w:noProof/>
              <w:sz w:val="14"/>
              <w:szCs w:val="14"/>
              <w:lang w:val="en-GB"/>
            </w:rPr>
            <w:t>Internet</w:t>
          </w:r>
          <w:r w:rsidRPr="002474E1">
            <w:rPr>
              <w:noProof/>
              <w:sz w:val="14"/>
              <w:szCs w:val="14"/>
              <w:lang w:val="en-GB"/>
            </w:rPr>
            <w:tab/>
            <w:t>www.emva.org</w:t>
          </w:r>
        </w:p>
      </w:tc>
    </w:tr>
  </w:tbl>
  <w:p w14:paraId="37BB6928" w14:textId="77777777" w:rsidR="005A2401" w:rsidRPr="000777AE" w:rsidRDefault="005A2401" w:rsidP="003A1B4C">
    <w:pPr>
      <w:rPr>
        <w:sz w:val="16"/>
        <w:szCs w:val="16"/>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078C4" w14:textId="7196CD3D" w:rsidR="005A2401" w:rsidRPr="00113CBB" w:rsidRDefault="005A2401" w:rsidP="00480CB9">
    <w:pPr>
      <w:pStyle w:val="Fuzeile"/>
      <w:tabs>
        <w:tab w:val="clear" w:pos="9072"/>
        <w:tab w:val="right" w:pos="9498"/>
      </w:tabs>
      <w:jc w:val="center"/>
      <w:rPr>
        <w:sz w:val="20"/>
        <w:szCs w:val="20"/>
      </w:rPr>
    </w:pPr>
    <w:r>
      <w:tab/>
    </w:r>
    <w:r>
      <w:tab/>
    </w:r>
    <w:r w:rsidRPr="00113CBB">
      <w:rPr>
        <w:sz w:val="20"/>
        <w:szCs w:val="20"/>
      </w:rPr>
      <w:t>-</w:t>
    </w:r>
    <w:r w:rsidR="00E07EF0" w:rsidRPr="00113CBB">
      <w:rPr>
        <w:sz w:val="20"/>
        <w:szCs w:val="20"/>
      </w:rPr>
      <w:fldChar w:fldCharType="begin"/>
    </w:r>
    <w:r w:rsidRPr="00113CBB">
      <w:rPr>
        <w:sz w:val="20"/>
        <w:szCs w:val="20"/>
      </w:rPr>
      <w:instrText xml:space="preserve"> PAGE   \* MERGEFORMAT </w:instrText>
    </w:r>
    <w:r w:rsidR="00E07EF0" w:rsidRPr="00113CBB">
      <w:rPr>
        <w:sz w:val="20"/>
        <w:szCs w:val="20"/>
      </w:rPr>
      <w:fldChar w:fldCharType="separate"/>
    </w:r>
    <w:r w:rsidR="000F66C3">
      <w:rPr>
        <w:noProof/>
        <w:sz w:val="20"/>
        <w:szCs w:val="20"/>
      </w:rPr>
      <w:t>2</w:t>
    </w:r>
    <w:r w:rsidR="00E07EF0" w:rsidRPr="00113CBB">
      <w:rPr>
        <w:sz w:val="20"/>
        <w:szCs w:val="20"/>
      </w:rPr>
      <w:fldChar w:fldCharType="end"/>
    </w:r>
    <w:r w:rsidRPr="00113CBB">
      <w:rPr>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7412E7" w14:textId="77777777" w:rsidR="00656AE4" w:rsidRDefault="00656AE4">
      <w:r>
        <w:separator/>
      </w:r>
    </w:p>
  </w:footnote>
  <w:footnote w:type="continuationSeparator" w:id="0">
    <w:p w14:paraId="4234E098" w14:textId="77777777" w:rsidR="00656AE4" w:rsidRDefault="00656A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82B00" w14:textId="1956D070" w:rsidR="00D97C0F" w:rsidRDefault="00D97C0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184CE7" w14:textId="32870C77" w:rsidR="00D97C0F" w:rsidRDefault="00D97C0F">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157B3" w14:textId="3FC590F5" w:rsidR="005A2401" w:rsidRDefault="005A2401" w:rsidP="000777AE">
    <w:pPr>
      <w:pStyle w:val="Kopfzeile"/>
    </w:pPr>
    <w:r w:rsidRPr="009B0BC7">
      <w:rPr>
        <w:noProof/>
        <w:lang w:bidi="ar-SA"/>
      </w:rPr>
      <w:drawing>
        <wp:anchor distT="0" distB="0" distL="114300" distR="114300" simplePos="0" relativeHeight="251662336" behindDoc="1" locked="0" layoutInCell="1" allowOverlap="1" wp14:anchorId="406E9E57" wp14:editId="6EBD5043">
          <wp:simplePos x="0" y="0"/>
          <wp:positionH relativeFrom="column">
            <wp:posOffset>4104088</wp:posOffset>
          </wp:positionH>
          <wp:positionV relativeFrom="paragraph">
            <wp:posOffset>-574316</wp:posOffset>
          </wp:positionV>
          <wp:extent cx="2049255" cy="1176793"/>
          <wp:effectExtent l="19050" t="0" r="8145" b="0"/>
          <wp:wrapTight wrapText="bothSides">
            <wp:wrapPolygon edited="0">
              <wp:start x="-201" y="0"/>
              <wp:lineTo x="-201" y="21329"/>
              <wp:lineTo x="21686" y="21329"/>
              <wp:lineTo x="21686" y="0"/>
              <wp:lineTo x="-20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49255" cy="1176793"/>
                  </a:xfrm>
                  <a:prstGeom prst="rect">
                    <a:avLst/>
                  </a:prstGeom>
                  <a:noFill/>
                  <a:ln>
                    <a:noFill/>
                  </a:ln>
                </pic:spPr>
              </pic:pic>
            </a:graphicData>
          </a:graphic>
        </wp:anchor>
      </w:drawing>
    </w:r>
  </w:p>
  <w:p w14:paraId="560E2E77" w14:textId="77777777" w:rsidR="005A2401" w:rsidRDefault="005A2401">
    <w:pPr>
      <w:pStyle w:val="Kopfzeile"/>
    </w:pPr>
  </w:p>
  <w:p w14:paraId="79196D29" w14:textId="77777777" w:rsidR="005A2401" w:rsidRDefault="005A2401">
    <w:pPr>
      <w:pStyle w:val="Kopfzeile"/>
    </w:pPr>
  </w:p>
  <w:p w14:paraId="5F7DA73E" w14:textId="77777777" w:rsidR="005A2401" w:rsidRDefault="005A2401">
    <w:pPr>
      <w:pStyle w:val="Kopfzeile"/>
    </w:pPr>
  </w:p>
  <w:p w14:paraId="7285DE58" w14:textId="77777777" w:rsidR="005A2401" w:rsidRDefault="005A2401"/>
  <w:p w14:paraId="14AFDA98" w14:textId="77777777" w:rsidR="005A2401" w:rsidRDefault="005A2401"/>
  <w:p w14:paraId="3961C02D" w14:textId="77777777" w:rsidR="005A2401" w:rsidRPr="000777AE" w:rsidRDefault="005A2401">
    <w:pPr>
      <w:rPr>
        <w:sz w:val="14"/>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F007F" w14:textId="5447C36A" w:rsidR="005A2401" w:rsidRDefault="005A2401">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ABD7DA" w14:textId="6020893B" w:rsidR="005A2401" w:rsidRDefault="005A2401">
    <w:pPr>
      <w:pStyle w:val="Kopfzeile"/>
    </w:pPr>
    <w:r w:rsidRPr="00480CB9">
      <w:rPr>
        <w:noProof/>
        <w:lang w:bidi="ar-SA"/>
      </w:rPr>
      <w:drawing>
        <wp:anchor distT="0" distB="0" distL="114300" distR="114300" simplePos="0" relativeHeight="251660288" behindDoc="1" locked="0" layoutInCell="1" allowOverlap="1" wp14:anchorId="6FBD0051" wp14:editId="40C20582">
          <wp:simplePos x="0" y="0"/>
          <wp:positionH relativeFrom="column">
            <wp:posOffset>4256488</wp:posOffset>
          </wp:positionH>
          <wp:positionV relativeFrom="paragraph">
            <wp:posOffset>-505101</wp:posOffset>
          </wp:positionV>
          <wp:extent cx="2049890" cy="1176793"/>
          <wp:effectExtent l="19050" t="0" r="6350" b="0"/>
          <wp:wrapTight wrapText="bothSides">
            <wp:wrapPolygon edited="0">
              <wp:start x="-201" y="0"/>
              <wp:lineTo x="-201" y="21332"/>
              <wp:lineTo x="21667" y="21332"/>
              <wp:lineTo x="21667" y="0"/>
              <wp:lineTo x="-20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1050" cy="1176655"/>
                  </a:xfrm>
                  <a:prstGeom prst="rect">
                    <a:avLst/>
                  </a:prstGeom>
                  <a:noFill/>
                  <a:ln>
                    <a:noFill/>
                  </a:ln>
                </pic:spPr>
              </pic:pic>
            </a:graphicData>
          </a:graphic>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140EA0" w14:textId="01F5F86B" w:rsidR="005A2401" w:rsidRDefault="005A240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B5E2F"/>
    <w:multiLevelType w:val="hybridMultilevel"/>
    <w:tmpl w:val="E1E00DCC"/>
    <w:lvl w:ilvl="0" w:tplc="04070015">
      <w:start w:val="1"/>
      <w:numFmt w:val="decimal"/>
      <w:lvlText w:val="(%1)"/>
      <w:lvlJc w:val="left"/>
      <w:pPr>
        <w:ind w:left="1065" w:hanging="705"/>
      </w:pPr>
      <w:rPr>
        <w:rFonts w:hint="default"/>
        <w:color w:val="333333"/>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FCE610A"/>
    <w:multiLevelType w:val="hybridMultilevel"/>
    <w:tmpl w:val="2FDEE0E0"/>
    <w:lvl w:ilvl="0" w:tplc="0407000B">
      <w:start w:val="1"/>
      <w:numFmt w:val="bullet"/>
      <w:lvlText w:val=""/>
      <w:lvlJc w:val="left"/>
      <w:pPr>
        <w:ind w:left="1434" w:hanging="360"/>
      </w:pPr>
      <w:rPr>
        <w:rFonts w:ascii="Wingdings" w:hAnsi="Wingdings" w:hint="default"/>
      </w:rPr>
    </w:lvl>
    <w:lvl w:ilvl="1" w:tplc="04070003" w:tentative="1">
      <w:start w:val="1"/>
      <w:numFmt w:val="bullet"/>
      <w:lvlText w:val="o"/>
      <w:lvlJc w:val="left"/>
      <w:pPr>
        <w:ind w:left="2154" w:hanging="360"/>
      </w:pPr>
      <w:rPr>
        <w:rFonts w:ascii="Courier New" w:hAnsi="Courier New" w:cs="Courier New" w:hint="default"/>
      </w:rPr>
    </w:lvl>
    <w:lvl w:ilvl="2" w:tplc="04070005" w:tentative="1">
      <w:start w:val="1"/>
      <w:numFmt w:val="bullet"/>
      <w:lvlText w:val=""/>
      <w:lvlJc w:val="left"/>
      <w:pPr>
        <w:ind w:left="2874" w:hanging="360"/>
      </w:pPr>
      <w:rPr>
        <w:rFonts w:ascii="Wingdings" w:hAnsi="Wingdings" w:hint="default"/>
      </w:rPr>
    </w:lvl>
    <w:lvl w:ilvl="3" w:tplc="04070001" w:tentative="1">
      <w:start w:val="1"/>
      <w:numFmt w:val="bullet"/>
      <w:lvlText w:val=""/>
      <w:lvlJc w:val="left"/>
      <w:pPr>
        <w:ind w:left="3594" w:hanging="360"/>
      </w:pPr>
      <w:rPr>
        <w:rFonts w:ascii="Symbol" w:hAnsi="Symbol" w:hint="default"/>
      </w:rPr>
    </w:lvl>
    <w:lvl w:ilvl="4" w:tplc="04070003" w:tentative="1">
      <w:start w:val="1"/>
      <w:numFmt w:val="bullet"/>
      <w:lvlText w:val="o"/>
      <w:lvlJc w:val="left"/>
      <w:pPr>
        <w:ind w:left="4314" w:hanging="360"/>
      </w:pPr>
      <w:rPr>
        <w:rFonts w:ascii="Courier New" w:hAnsi="Courier New" w:cs="Courier New" w:hint="default"/>
      </w:rPr>
    </w:lvl>
    <w:lvl w:ilvl="5" w:tplc="04070005" w:tentative="1">
      <w:start w:val="1"/>
      <w:numFmt w:val="bullet"/>
      <w:lvlText w:val=""/>
      <w:lvlJc w:val="left"/>
      <w:pPr>
        <w:ind w:left="5034" w:hanging="360"/>
      </w:pPr>
      <w:rPr>
        <w:rFonts w:ascii="Wingdings" w:hAnsi="Wingdings" w:hint="default"/>
      </w:rPr>
    </w:lvl>
    <w:lvl w:ilvl="6" w:tplc="04070001" w:tentative="1">
      <w:start w:val="1"/>
      <w:numFmt w:val="bullet"/>
      <w:lvlText w:val=""/>
      <w:lvlJc w:val="left"/>
      <w:pPr>
        <w:ind w:left="5754" w:hanging="360"/>
      </w:pPr>
      <w:rPr>
        <w:rFonts w:ascii="Symbol" w:hAnsi="Symbol" w:hint="default"/>
      </w:rPr>
    </w:lvl>
    <w:lvl w:ilvl="7" w:tplc="04070003" w:tentative="1">
      <w:start w:val="1"/>
      <w:numFmt w:val="bullet"/>
      <w:lvlText w:val="o"/>
      <w:lvlJc w:val="left"/>
      <w:pPr>
        <w:ind w:left="6474" w:hanging="360"/>
      </w:pPr>
      <w:rPr>
        <w:rFonts w:ascii="Courier New" w:hAnsi="Courier New" w:cs="Courier New" w:hint="default"/>
      </w:rPr>
    </w:lvl>
    <w:lvl w:ilvl="8" w:tplc="04070005" w:tentative="1">
      <w:start w:val="1"/>
      <w:numFmt w:val="bullet"/>
      <w:lvlText w:val=""/>
      <w:lvlJc w:val="left"/>
      <w:pPr>
        <w:ind w:left="7194" w:hanging="360"/>
      </w:pPr>
      <w:rPr>
        <w:rFonts w:ascii="Wingdings" w:hAnsi="Wingdings" w:hint="default"/>
      </w:rPr>
    </w:lvl>
  </w:abstractNum>
  <w:abstractNum w:abstractNumId="2">
    <w:nsid w:val="66CC5B39"/>
    <w:multiLevelType w:val="hybridMultilevel"/>
    <w:tmpl w:val="D5FE2A0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A871D94"/>
    <w:multiLevelType w:val="hybridMultilevel"/>
    <w:tmpl w:val="BE52C99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B6F"/>
    <w:rsid w:val="00005043"/>
    <w:rsid w:val="000116B1"/>
    <w:rsid w:val="000122D8"/>
    <w:rsid w:val="0002070D"/>
    <w:rsid w:val="0002179E"/>
    <w:rsid w:val="00027E31"/>
    <w:rsid w:val="00032F04"/>
    <w:rsid w:val="00033BC3"/>
    <w:rsid w:val="000352AC"/>
    <w:rsid w:val="00040996"/>
    <w:rsid w:val="00045948"/>
    <w:rsid w:val="00050242"/>
    <w:rsid w:val="00054DB2"/>
    <w:rsid w:val="00063528"/>
    <w:rsid w:val="00064BAC"/>
    <w:rsid w:val="0006661E"/>
    <w:rsid w:val="00072F23"/>
    <w:rsid w:val="000777AE"/>
    <w:rsid w:val="00085426"/>
    <w:rsid w:val="00085C90"/>
    <w:rsid w:val="00087217"/>
    <w:rsid w:val="0009031C"/>
    <w:rsid w:val="00093E23"/>
    <w:rsid w:val="000A326A"/>
    <w:rsid w:val="000D031B"/>
    <w:rsid w:val="000D1963"/>
    <w:rsid w:val="000D36AF"/>
    <w:rsid w:val="000E663E"/>
    <w:rsid w:val="000E7E02"/>
    <w:rsid w:val="000F66C3"/>
    <w:rsid w:val="00113CBB"/>
    <w:rsid w:val="00121F77"/>
    <w:rsid w:val="00124C6D"/>
    <w:rsid w:val="00137A86"/>
    <w:rsid w:val="00137C12"/>
    <w:rsid w:val="0014044D"/>
    <w:rsid w:val="0014492A"/>
    <w:rsid w:val="00150878"/>
    <w:rsid w:val="0015479A"/>
    <w:rsid w:val="00161097"/>
    <w:rsid w:val="001634DA"/>
    <w:rsid w:val="001712EB"/>
    <w:rsid w:val="00174DB8"/>
    <w:rsid w:val="001813FC"/>
    <w:rsid w:val="001A7622"/>
    <w:rsid w:val="001B0F9B"/>
    <w:rsid w:val="001B374E"/>
    <w:rsid w:val="001B4074"/>
    <w:rsid w:val="001B6FDC"/>
    <w:rsid w:val="001B7B87"/>
    <w:rsid w:val="001C4426"/>
    <w:rsid w:val="001D6F67"/>
    <w:rsid w:val="001E1075"/>
    <w:rsid w:val="001E109A"/>
    <w:rsid w:val="001E159D"/>
    <w:rsid w:val="001E2C9C"/>
    <w:rsid w:val="001E3349"/>
    <w:rsid w:val="001E7A7C"/>
    <w:rsid w:val="001F3E4C"/>
    <w:rsid w:val="001F4805"/>
    <w:rsid w:val="002307BD"/>
    <w:rsid w:val="002316A7"/>
    <w:rsid w:val="00241492"/>
    <w:rsid w:val="002425DA"/>
    <w:rsid w:val="002526B5"/>
    <w:rsid w:val="00254203"/>
    <w:rsid w:val="00262A84"/>
    <w:rsid w:val="00266CFB"/>
    <w:rsid w:val="00267826"/>
    <w:rsid w:val="00274268"/>
    <w:rsid w:val="00281D9C"/>
    <w:rsid w:val="00285D78"/>
    <w:rsid w:val="00294B7D"/>
    <w:rsid w:val="002A184A"/>
    <w:rsid w:val="002A32B1"/>
    <w:rsid w:val="002B1D74"/>
    <w:rsid w:val="002C443F"/>
    <w:rsid w:val="002C6AA6"/>
    <w:rsid w:val="002C7D57"/>
    <w:rsid w:val="002D271C"/>
    <w:rsid w:val="002E766A"/>
    <w:rsid w:val="002F324D"/>
    <w:rsid w:val="002F32A9"/>
    <w:rsid w:val="003018C0"/>
    <w:rsid w:val="00316675"/>
    <w:rsid w:val="00316EDE"/>
    <w:rsid w:val="003308F4"/>
    <w:rsid w:val="00335048"/>
    <w:rsid w:val="00343D77"/>
    <w:rsid w:val="00356ABF"/>
    <w:rsid w:val="00362467"/>
    <w:rsid w:val="003631C3"/>
    <w:rsid w:val="003632BD"/>
    <w:rsid w:val="00370D8E"/>
    <w:rsid w:val="00371D0E"/>
    <w:rsid w:val="003724CB"/>
    <w:rsid w:val="0037532F"/>
    <w:rsid w:val="003937E4"/>
    <w:rsid w:val="0039444D"/>
    <w:rsid w:val="00394659"/>
    <w:rsid w:val="003A169A"/>
    <w:rsid w:val="003A1B4C"/>
    <w:rsid w:val="003A328A"/>
    <w:rsid w:val="003B55A0"/>
    <w:rsid w:val="003B601A"/>
    <w:rsid w:val="003B7DDB"/>
    <w:rsid w:val="003C58BE"/>
    <w:rsid w:val="003D1971"/>
    <w:rsid w:val="003D5B80"/>
    <w:rsid w:val="003E1BB6"/>
    <w:rsid w:val="003F427C"/>
    <w:rsid w:val="003F5C1D"/>
    <w:rsid w:val="003F6DBE"/>
    <w:rsid w:val="004026AF"/>
    <w:rsid w:val="00405B60"/>
    <w:rsid w:val="00413F09"/>
    <w:rsid w:val="004201A7"/>
    <w:rsid w:val="00423714"/>
    <w:rsid w:val="00431CE6"/>
    <w:rsid w:val="00432468"/>
    <w:rsid w:val="0044072F"/>
    <w:rsid w:val="00442F5F"/>
    <w:rsid w:val="0045643A"/>
    <w:rsid w:val="00460BF4"/>
    <w:rsid w:val="00471DED"/>
    <w:rsid w:val="0047573C"/>
    <w:rsid w:val="00475928"/>
    <w:rsid w:val="00475A81"/>
    <w:rsid w:val="00480CB9"/>
    <w:rsid w:val="00483A12"/>
    <w:rsid w:val="00484A66"/>
    <w:rsid w:val="004868B1"/>
    <w:rsid w:val="00486906"/>
    <w:rsid w:val="004A1255"/>
    <w:rsid w:val="004A13BC"/>
    <w:rsid w:val="004A423F"/>
    <w:rsid w:val="004B0226"/>
    <w:rsid w:val="004D3B53"/>
    <w:rsid w:val="004D6CDF"/>
    <w:rsid w:val="004E44E2"/>
    <w:rsid w:val="004E7F14"/>
    <w:rsid w:val="004F6E0C"/>
    <w:rsid w:val="00522298"/>
    <w:rsid w:val="00523FC5"/>
    <w:rsid w:val="00554C82"/>
    <w:rsid w:val="00555C61"/>
    <w:rsid w:val="00555F07"/>
    <w:rsid w:val="005715D6"/>
    <w:rsid w:val="00574188"/>
    <w:rsid w:val="00582A7C"/>
    <w:rsid w:val="00594713"/>
    <w:rsid w:val="005A1CB9"/>
    <w:rsid w:val="005A2401"/>
    <w:rsid w:val="005A3DEA"/>
    <w:rsid w:val="005A4B20"/>
    <w:rsid w:val="005A6FC7"/>
    <w:rsid w:val="005B0A4F"/>
    <w:rsid w:val="005B3FA7"/>
    <w:rsid w:val="005B4AB1"/>
    <w:rsid w:val="005B4D50"/>
    <w:rsid w:val="005C0EB8"/>
    <w:rsid w:val="005C1BBE"/>
    <w:rsid w:val="005C3062"/>
    <w:rsid w:val="005E21DF"/>
    <w:rsid w:val="005E4DDC"/>
    <w:rsid w:val="005E5FFD"/>
    <w:rsid w:val="005E6FBE"/>
    <w:rsid w:val="005E7F11"/>
    <w:rsid w:val="005F6316"/>
    <w:rsid w:val="006004DF"/>
    <w:rsid w:val="006335B3"/>
    <w:rsid w:val="0064676E"/>
    <w:rsid w:val="00654520"/>
    <w:rsid w:val="00655CFC"/>
    <w:rsid w:val="00656AE4"/>
    <w:rsid w:val="00662602"/>
    <w:rsid w:val="00664084"/>
    <w:rsid w:val="0066427B"/>
    <w:rsid w:val="00675663"/>
    <w:rsid w:val="0067780C"/>
    <w:rsid w:val="00683116"/>
    <w:rsid w:val="0068547C"/>
    <w:rsid w:val="0069091A"/>
    <w:rsid w:val="006946C0"/>
    <w:rsid w:val="00696A31"/>
    <w:rsid w:val="006A23DB"/>
    <w:rsid w:val="006A5A62"/>
    <w:rsid w:val="006A6F40"/>
    <w:rsid w:val="006B2D9B"/>
    <w:rsid w:val="006C2BCB"/>
    <w:rsid w:val="006D16DC"/>
    <w:rsid w:val="006E5443"/>
    <w:rsid w:val="006F438C"/>
    <w:rsid w:val="006F5871"/>
    <w:rsid w:val="0070422F"/>
    <w:rsid w:val="00706CE1"/>
    <w:rsid w:val="00711667"/>
    <w:rsid w:val="00714CD0"/>
    <w:rsid w:val="00715AF1"/>
    <w:rsid w:val="0072457C"/>
    <w:rsid w:val="0073219D"/>
    <w:rsid w:val="00751CA5"/>
    <w:rsid w:val="00754A98"/>
    <w:rsid w:val="00761FD2"/>
    <w:rsid w:val="00765C0E"/>
    <w:rsid w:val="007662CE"/>
    <w:rsid w:val="007666CE"/>
    <w:rsid w:val="00770CE7"/>
    <w:rsid w:val="00772B55"/>
    <w:rsid w:val="00792090"/>
    <w:rsid w:val="0079744F"/>
    <w:rsid w:val="007A27E6"/>
    <w:rsid w:val="007A5DE9"/>
    <w:rsid w:val="007B208F"/>
    <w:rsid w:val="007B2194"/>
    <w:rsid w:val="007B4F94"/>
    <w:rsid w:val="007B5BF5"/>
    <w:rsid w:val="007B622D"/>
    <w:rsid w:val="007C2880"/>
    <w:rsid w:val="007C48CA"/>
    <w:rsid w:val="007D13DD"/>
    <w:rsid w:val="007F450D"/>
    <w:rsid w:val="007F7937"/>
    <w:rsid w:val="00803565"/>
    <w:rsid w:val="0080775B"/>
    <w:rsid w:val="00813BED"/>
    <w:rsid w:val="00816168"/>
    <w:rsid w:val="008165D2"/>
    <w:rsid w:val="0082402C"/>
    <w:rsid w:val="00830185"/>
    <w:rsid w:val="0083370B"/>
    <w:rsid w:val="00833984"/>
    <w:rsid w:val="00840741"/>
    <w:rsid w:val="0084448A"/>
    <w:rsid w:val="00856ED9"/>
    <w:rsid w:val="008614A8"/>
    <w:rsid w:val="008655FD"/>
    <w:rsid w:val="00885087"/>
    <w:rsid w:val="00887EFA"/>
    <w:rsid w:val="00895BC8"/>
    <w:rsid w:val="00896515"/>
    <w:rsid w:val="008966C5"/>
    <w:rsid w:val="008A12C0"/>
    <w:rsid w:val="008A5B00"/>
    <w:rsid w:val="008B24FB"/>
    <w:rsid w:val="008C193C"/>
    <w:rsid w:val="008C7276"/>
    <w:rsid w:val="008D62B9"/>
    <w:rsid w:val="008E2406"/>
    <w:rsid w:val="008F21F0"/>
    <w:rsid w:val="008F3D3D"/>
    <w:rsid w:val="00901FD6"/>
    <w:rsid w:val="0090316B"/>
    <w:rsid w:val="00915913"/>
    <w:rsid w:val="00920095"/>
    <w:rsid w:val="009200B8"/>
    <w:rsid w:val="00921893"/>
    <w:rsid w:val="009451DD"/>
    <w:rsid w:val="0095182B"/>
    <w:rsid w:val="00975783"/>
    <w:rsid w:val="009801DE"/>
    <w:rsid w:val="00980909"/>
    <w:rsid w:val="00981CA7"/>
    <w:rsid w:val="00984E90"/>
    <w:rsid w:val="00994E8B"/>
    <w:rsid w:val="00996CCF"/>
    <w:rsid w:val="009A15AD"/>
    <w:rsid w:val="009B0BC7"/>
    <w:rsid w:val="009B306E"/>
    <w:rsid w:val="009C5D07"/>
    <w:rsid w:val="009D11B0"/>
    <w:rsid w:val="009D690D"/>
    <w:rsid w:val="009F2B88"/>
    <w:rsid w:val="009F3A7B"/>
    <w:rsid w:val="009F4430"/>
    <w:rsid w:val="00A122D4"/>
    <w:rsid w:val="00A13B4D"/>
    <w:rsid w:val="00A22176"/>
    <w:rsid w:val="00A24B70"/>
    <w:rsid w:val="00A3204E"/>
    <w:rsid w:val="00A34BD2"/>
    <w:rsid w:val="00A34FA1"/>
    <w:rsid w:val="00A373F0"/>
    <w:rsid w:val="00A40DE1"/>
    <w:rsid w:val="00A61010"/>
    <w:rsid w:val="00A62906"/>
    <w:rsid w:val="00A72139"/>
    <w:rsid w:val="00A8709F"/>
    <w:rsid w:val="00A97A3F"/>
    <w:rsid w:val="00AA3D48"/>
    <w:rsid w:val="00AB0A47"/>
    <w:rsid w:val="00AB32C2"/>
    <w:rsid w:val="00AB4997"/>
    <w:rsid w:val="00AC578E"/>
    <w:rsid w:val="00AD2BC1"/>
    <w:rsid w:val="00AD417D"/>
    <w:rsid w:val="00AF2E5A"/>
    <w:rsid w:val="00B1465C"/>
    <w:rsid w:val="00B17439"/>
    <w:rsid w:val="00B37FE0"/>
    <w:rsid w:val="00B446AD"/>
    <w:rsid w:val="00B6599D"/>
    <w:rsid w:val="00B67E29"/>
    <w:rsid w:val="00B71073"/>
    <w:rsid w:val="00B80FEE"/>
    <w:rsid w:val="00B850C6"/>
    <w:rsid w:val="00B97CD7"/>
    <w:rsid w:val="00BA081E"/>
    <w:rsid w:val="00BB0968"/>
    <w:rsid w:val="00BB3337"/>
    <w:rsid w:val="00BB3956"/>
    <w:rsid w:val="00BB74B2"/>
    <w:rsid w:val="00BC635C"/>
    <w:rsid w:val="00BC6ECC"/>
    <w:rsid w:val="00BD18F3"/>
    <w:rsid w:val="00BD6FFD"/>
    <w:rsid w:val="00C102E8"/>
    <w:rsid w:val="00C15484"/>
    <w:rsid w:val="00C16D9E"/>
    <w:rsid w:val="00C25CBF"/>
    <w:rsid w:val="00C30238"/>
    <w:rsid w:val="00C47A5F"/>
    <w:rsid w:val="00C55951"/>
    <w:rsid w:val="00C56ED1"/>
    <w:rsid w:val="00C7571F"/>
    <w:rsid w:val="00C8489E"/>
    <w:rsid w:val="00C84EA8"/>
    <w:rsid w:val="00C925B0"/>
    <w:rsid w:val="00C92C55"/>
    <w:rsid w:val="00C952D4"/>
    <w:rsid w:val="00CA292F"/>
    <w:rsid w:val="00CA67FA"/>
    <w:rsid w:val="00CA771B"/>
    <w:rsid w:val="00CB2518"/>
    <w:rsid w:val="00CC55E8"/>
    <w:rsid w:val="00CC6624"/>
    <w:rsid w:val="00CD3C88"/>
    <w:rsid w:val="00CE1924"/>
    <w:rsid w:val="00CE1EFA"/>
    <w:rsid w:val="00CE3694"/>
    <w:rsid w:val="00CE3E87"/>
    <w:rsid w:val="00CE6277"/>
    <w:rsid w:val="00D259C3"/>
    <w:rsid w:val="00D30B6F"/>
    <w:rsid w:val="00D30B98"/>
    <w:rsid w:val="00D32763"/>
    <w:rsid w:val="00D35142"/>
    <w:rsid w:val="00D461D9"/>
    <w:rsid w:val="00D46D80"/>
    <w:rsid w:val="00D60ED7"/>
    <w:rsid w:val="00D6554D"/>
    <w:rsid w:val="00D6686E"/>
    <w:rsid w:val="00D75E30"/>
    <w:rsid w:val="00D763BB"/>
    <w:rsid w:val="00D77BFD"/>
    <w:rsid w:val="00D77EA3"/>
    <w:rsid w:val="00D83812"/>
    <w:rsid w:val="00D84869"/>
    <w:rsid w:val="00D87F7E"/>
    <w:rsid w:val="00D93F65"/>
    <w:rsid w:val="00D97C0F"/>
    <w:rsid w:val="00DB387B"/>
    <w:rsid w:val="00DC148D"/>
    <w:rsid w:val="00DC6AD8"/>
    <w:rsid w:val="00DD43C3"/>
    <w:rsid w:val="00DD57D5"/>
    <w:rsid w:val="00DE5B53"/>
    <w:rsid w:val="00DF6C99"/>
    <w:rsid w:val="00DF7CC0"/>
    <w:rsid w:val="00E0037E"/>
    <w:rsid w:val="00E01BB0"/>
    <w:rsid w:val="00E01D8F"/>
    <w:rsid w:val="00E03712"/>
    <w:rsid w:val="00E07D37"/>
    <w:rsid w:val="00E07EF0"/>
    <w:rsid w:val="00E35CE2"/>
    <w:rsid w:val="00E542A0"/>
    <w:rsid w:val="00E61473"/>
    <w:rsid w:val="00E62884"/>
    <w:rsid w:val="00E6793F"/>
    <w:rsid w:val="00E72E27"/>
    <w:rsid w:val="00E7451D"/>
    <w:rsid w:val="00E819F0"/>
    <w:rsid w:val="00E8381E"/>
    <w:rsid w:val="00E848BB"/>
    <w:rsid w:val="00E85336"/>
    <w:rsid w:val="00E90969"/>
    <w:rsid w:val="00EA437B"/>
    <w:rsid w:val="00EA60EF"/>
    <w:rsid w:val="00EB7816"/>
    <w:rsid w:val="00EC0776"/>
    <w:rsid w:val="00EC0804"/>
    <w:rsid w:val="00ED650C"/>
    <w:rsid w:val="00ED6F32"/>
    <w:rsid w:val="00EE72EA"/>
    <w:rsid w:val="00EF4AF1"/>
    <w:rsid w:val="00EF5751"/>
    <w:rsid w:val="00EF5EC7"/>
    <w:rsid w:val="00F019ED"/>
    <w:rsid w:val="00F10D82"/>
    <w:rsid w:val="00F110C9"/>
    <w:rsid w:val="00F1426E"/>
    <w:rsid w:val="00F15E4A"/>
    <w:rsid w:val="00F23D74"/>
    <w:rsid w:val="00F25C64"/>
    <w:rsid w:val="00F327C2"/>
    <w:rsid w:val="00F47DB2"/>
    <w:rsid w:val="00F54506"/>
    <w:rsid w:val="00F551B4"/>
    <w:rsid w:val="00F60C33"/>
    <w:rsid w:val="00F80381"/>
    <w:rsid w:val="00F8084E"/>
    <w:rsid w:val="00FA1F36"/>
    <w:rsid w:val="00FA574E"/>
    <w:rsid w:val="00FB6062"/>
    <w:rsid w:val="00FD597C"/>
    <w:rsid w:val="00FD7BDD"/>
    <w:rsid w:val="00FE5420"/>
    <w:rsid w:val="00FE61D5"/>
    <w:rsid w:val="00FE7030"/>
    <w:rsid w:val="00FF7E25"/>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1FF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D1971"/>
    <w:pPr>
      <w:ind w:left="720"/>
      <w:contextualSpacing/>
    </w:pPr>
    <w:rPr>
      <w:szCs w:val="28"/>
    </w:rPr>
  </w:style>
  <w:style w:type="character" w:customStyle="1" w:styleId="Erwhnung1">
    <w:name w:val="Erwähnung1"/>
    <w:basedOn w:val="Absatz-Standardschriftart"/>
    <w:uiPriority w:val="99"/>
    <w:semiHidden/>
    <w:unhideWhenUsed/>
    <w:rsid w:val="00C102E8"/>
    <w:rPr>
      <w:color w:val="2B579A"/>
      <w:shd w:val="clear" w:color="auto" w:fill="E6E6E6"/>
    </w:rPr>
  </w:style>
  <w:style w:type="character" w:styleId="BesuchterHyperlink">
    <w:name w:val="FollowedHyperlink"/>
    <w:basedOn w:val="Absatz-Standardschriftart"/>
    <w:rsid w:val="003E1B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D1971"/>
    <w:pPr>
      <w:ind w:left="720"/>
      <w:contextualSpacing/>
    </w:pPr>
    <w:rPr>
      <w:szCs w:val="28"/>
    </w:rPr>
  </w:style>
  <w:style w:type="character" w:customStyle="1" w:styleId="Erwhnung1">
    <w:name w:val="Erwähnung1"/>
    <w:basedOn w:val="Absatz-Standardschriftart"/>
    <w:uiPriority w:val="99"/>
    <w:semiHidden/>
    <w:unhideWhenUsed/>
    <w:rsid w:val="00C102E8"/>
    <w:rPr>
      <w:color w:val="2B579A"/>
      <w:shd w:val="clear" w:color="auto" w:fill="E6E6E6"/>
    </w:rPr>
  </w:style>
  <w:style w:type="character" w:styleId="BesuchterHyperlink">
    <w:name w:val="FollowedHyperlink"/>
    <w:basedOn w:val="Absatz-Standardschriftart"/>
    <w:rsid w:val="003E1B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08600">
      <w:bodyDiv w:val="1"/>
      <w:marLeft w:val="0"/>
      <w:marRight w:val="0"/>
      <w:marTop w:val="0"/>
      <w:marBottom w:val="0"/>
      <w:divBdr>
        <w:top w:val="none" w:sz="0" w:space="0" w:color="auto"/>
        <w:left w:val="none" w:sz="0" w:space="0" w:color="auto"/>
        <w:bottom w:val="none" w:sz="0" w:space="0" w:color="auto"/>
        <w:right w:val="none" w:sz="0" w:space="0" w:color="auto"/>
      </w:divBdr>
    </w:div>
    <w:div w:id="86119505">
      <w:bodyDiv w:val="1"/>
      <w:marLeft w:val="0"/>
      <w:marRight w:val="0"/>
      <w:marTop w:val="0"/>
      <w:marBottom w:val="0"/>
      <w:divBdr>
        <w:top w:val="none" w:sz="0" w:space="0" w:color="auto"/>
        <w:left w:val="none" w:sz="0" w:space="0" w:color="auto"/>
        <w:bottom w:val="none" w:sz="0" w:space="0" w:color="auto"/>
        <w:right w:val="none" w:sz="0" w:space="0" w:color="auto"/>
      </w:divBdr>
    </w:div>
    <w:div w:id="165638199">
      <w:bodyDiv w:val="1"/>
      <w:marLeft w:val="0"/>
      <w:marRight w:val="0"/>
      <w:marTop w:val="0"/>
      <w:marBottom w:val="0"/>
      <w:divBdr>
        <w:top w:val="none" w:sz="0" w:space="0" w:color="auto"/>
        <w:left w:val="none" w:sz="0" w:space="0" w:color="auto"/>
        <w:bottom w:val="none" w:sz="0" w:space="0" w:color="auto"/>
        <w:right w:val="none" w:sz="0" w:space="0" w:color="auto"/>
      </w:divBdr>
    </w:div>
    <w:div w:id="246620050">
      <w:bodyDiv w:val="1"/>
      <w:marLeft w:val="0"/>
      <w:marRight w:val="0"/>
      <w:marTop w:val="0"/>
      <w:marBottom w:val="0"/>
      <w:divBdr>
        <w:top w:val="none" w:sz="0" w:space="0" w:color="auto"/>
        <w:left w:val="none" w:sz="0" w:space="0" w:color="auto"/>
        <w:bottom w:val="none" w:sz="0" w:space="0" w:color="auto"/>
        <w:right w:val="none" w:sz="0" w:space="0" w:color="auto"/>
      </w:divBdr>
    </w:div>
    <w:div w:id="269047406">
      <w:bodyDiv w:val="1"/>
      <w:marLeft w:val="0"/>
      <w:marRight w:val="0"/>
      <w:marTop w:val="0"/>
      <w:marBottom w:val="0"/>
      <w:divBdr>
        <w:top w:val="none" w:sz="0" w:space="0" w:color="auto"/>
        <w:left w:val="none" w:sz="0" w:space="0" w:color="auto"/>
        <w:bottom w:val="none" w:sz="0" w:space="0" w:color="auto"/>
        <w:right w:val="none" w:sz="0" w:space="0" w:color="auto"/>
      </w:divBdr>
    </w:div>
    <w:div w:id="564949767">
      <w:bodyDiv w:val="1"/>
      <w:marLeft w:val="0"/>
      <w:marRight w:val="0"/>
      <w:marTop w:val="0"/>
      <w:marBottom w:val="0"/>
      <w:divBdr>
        <w:top w:val="none" w:sz="0" w:space="0" w:color="auto"/>
        <w:left w:val="none" w:sz="0" w:space="0" w:color="auto"/>
        <w:bottom w:val="none" w:sz="0" w:space="0" w:color="auto"/>
        <w:right w:val="none" w:sz="0" w:space="0" w:color="auto"/>
      </w:divBdr>
    </w:div>
    <w:div w:id="620768297">
      <w:bodyDiv w:val="1"/>
      <w:marLeft w:val="0"/>
      <w:marRight w:val="0"/>
      <w:marTop w:val="0"/>
      <w:marBottom w:val="0"/>
      <w:divBdr>
        <w:top w:val="none" w:sz="0" w:space="0" w:color="auto"/>
        <w:left w:val="none" w:sz="0" w:space="0" w:color="auto"/>
        <w:bottom w:val="none" w:sz="0" w:space="0" w:color="auto"/>
        <w:right w:val="none" w:sz="0" w:space="0" w:color="auto"/>
      </w:divBdr>
      <w:divsChild>
        <w:div w:id="2005009169">
          <w:marLeft w:val="0"/>
          <w:marRight w:val="0"/>
          <w:marTop w:val="0"/>
          <w:marBottom w:val="0"/>
          <w:divBdr>
            <w:top w:val="none" w:sz="0" w:space="0" w:color="auto"/>
            <w:left w:val="none" w:sz="0" w:space="0" w:color="auto"/>
            <w:bottom w:val="none" w:sz="0" w:space="0" w:color="auto"/>
            <w:right w:val="none" w:sz="0" w:space="0" w:color="auto"/>
          </w:divBdr>
          <w:divsChild>
            <w:div w:id="1816020129">
              <w:marLeft w:val="0"/>
              <w:marRight w:val="0"/>
              <w:marTop w:val="0"/>
              <w:marBottom w:val="150"/>
              <w:divBdr>
                <w:top w:val="none" w:sz="0" w:space="0" w:color="auto"/>
                <w:left w:val="none" w:sz="0" w:space="0" w:color="auto"/>
                <w:bottom w:val="none" w:sz="0" w:space="0" w:color="auto"/>
                <w:right w:val="none" w:sz="0" w:space="0" w:color="auto"/>
              </w:divBdr>
              <w:divsChild>
                <w:div w:id="1704285676">
                  <w:marLeft w:val="0"/>
                  <w:marRight w:val="150"/>
                  <w:marTop w:val="0"/>
                  <w:marBottom w:val="0"/>
                  <w:divBdr>
                    <w:top w:val="none" w:sz="0" w:space="0" w:color="auto"/>
                    <w:left w:val="none" w:sz="0" w:space="0" w:color="auto"/>
                    <w:bottom w:val="none" w:sz="0" w:space="0" w:color="auto"/>
                    <w:right w:val="none" w:sz="0" w:space="0" w:color="auto"/>
                  </w:divBdr>
                  <w:divsChild>
                    <w:div w:id="2033801915">
                      <w:marLeft w:val="0"/>
                      <w:marRight w:val="0"/>
                      <w:marTop w:val="0"/>
                      <w:marBottom w:val="0"/>
                      <w:divBdr>
                        <w:top w:val="none" w:sz="0" w:space="0" w:color="auto"/>
                        <w:left w:val="none" w:sz="0" w:space="0" w:color="auto"/>
                        <w:bottom w:val="none" w:sz="0" w:space="0" w:color="auto"/>
                        <w:right w:val="none" w:sz="0" w:space="0" w:color="auto"/>
                      </w:divBdr>
                      <w:divsChild>
                        <w:div w:id="15900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308995">
      <w:bodyDiv w:val="1"/>
      <w:marLeft w:val="0"/>
      <w:marRight w:val="0"/>
      <w:marTop w:val="0"/>
      <w:marBottom w:val="0"/>
      <w:divBdr>
        <w:top w:val="none" w:sz="0" w:space="0" w:color="auto"/>
        <w:left w:val="none" w:sz="0" w:space="0" w:color="auto"/>
        <w:bottom w:val="none" w:sz="0" w:space="0" w:color="auto"/>
        <w:right w:val="none" w:sz="0" w:space="0" w:color="auto"/>
      </w:divBdr>
    </w:div>
    <w:div w:id="1019815568">
      <w:bodyDiv w:val="1"/>
      <w:marLeft w:val="0"/>
      <w:marRight w:val="0"/>
      <w:marTop w:val="0"/>
      <w:marBottom w:val="0"/>
      <w:divBdr>
        <w:top w:val="none" w:sz="0" w:space="0" w:color="auto"/>
        <w:left w:val="none" w:sz="0" w:space="0" w:color="auto"/>
        <w:bottom w:val="none" w:sz="0" w:space="0" w:color="auto"/>
        <w:right w:val="none" w:sz="0" w:space="0" w:color="auto"/>
      </w:divBdr>
    </w:div>
    <w:div w:id="1355426855">
      <w:bodyDiv w:val="1"/>
      <w:marLeft w:val="0"/>
      <w:marRight w:val="0"/>
      <w:marTop w:val="0"/>
      <w:marBottom w:val="0"/>
      <w:divBdr>
        <w:top w:val="none" w:sz="0" w:space="0" w:color="auto"/>
        <w:left w:val="none" w:sz="0" w:space="0" w:color="auto"/>
        <w:bottom w:val="none" w:sz="0" w:space="0" w:color="auto"/>
        <w:right w:val="none" w:sz="0" w:space="0" w:color="auto"/>
      </w:divBdr>
    </w:div>
    <w:div w:id="1434207403">
      <w:bodyDiv w:val="1"/>
      <w:marLeft w:val="0"/>
      <w:marRight w:val="0"/>
      <w:marTop w:val="0"/>
      <w:marBottom w:val="0"/>
      <w:divBdr>
        <w:top w:val="none" w:sz="0" w:space="0" w:color="auto"/>
        <w:left w:val="none" w:sz="0" w:space="0" w:color="auto"/>
        <w:bottom w:val="none" w:sz="0" w:space="0" w:color="auto"/>
        <w:right w:val="none" w:sz="0" w:space="0" w:color="auto"/>
      </w:divBdr>
      <w:divsChild>
        <w:div w:id="1905486814">
          <w:marLeft w:val="0"/>
          <w:marRight w:val="0"/>
          <w:marTop w:val="0"/>
          <w:marBottom w:val="0"/>
          <w:divBdr>
            <w:top w:val="none" w:sz="0" w:space="0" w:color="auto"/>
            <w:left w:val="none" w:sz="0" w:space="0" w:color="auto"/>
            <w:bottom w:val="none" w:sz="0" w:space="0" w:color="auto"/>
            <w:right w:val="none" w:sz="0" w:space="0" w:color="auto"/>
          </w:divBdr>
          <w:divsChild>
            <w:div w:id="516584082">
              <w:marLeft w:val="0"/>
              <w:marRight w:val="0"/>
              <w:marTop w:val="0"/>
              <w:marBottom w:val="150"/>
              <w:divBdr>
                <w:top w:val="none" w:sz="0" w:space="0" w:color="auto"/>
                <w:left w:val="none" w:sz="0" w:space="0" w:color="auto"/>
                <w:bottom w:val="none" w:sz="0" w:space="0" w:color="auto"/>
                <w:right w:val="none" w:sz="0" w:space="0" w:color="auto"/>
              </w:divBdr>
              <w:divsChild>
                <w:div w:id="1455520223">
                  <w:marLeft w:val="0"/>
                  <w:marRight w:val="150"/>
                  <w:marTop w:val="0"/>
                  <w:marBottom w:val="0"/>
                  <w:divBdr>
                    <w:top w:val="none" w:sz="0" w:space="0" w:color="auto"/>
                    <w:left w:val="none" w:sz="0" w:space="0" w:color="auto"/>
                    <w:bottom w:val="none" w:sz="0" w:space="0" w:color="auto"/>
                    <w:right w:val="none" w:sz="0" w:space="0" w:color="auto"/>
                  </w:divBdr>
                  <w:divsChild>
                    <w:div w:id="791442672">
                      <w:marLeft w:val="0"/>
                      <w:marRight w:val="0"/>
                      <w:marTop w:val="0"/>
                      <w:marBottom w:val="0"/>
                      <w:divBdr>
                        <w:top w:val="none" w:sz="0" w:space="0" w:color="auto"/>
                        <w:left w:val="none" w:sz="0" w:space="0" w:color="auto"/>
                        <w:bottom w:val="none" w:sz="0" w:space="0" w:color="auto"/>
                        <w:right w:val="none" w:sz="0" w:space="0" w:color="auto"/>
                      </w:divBdr>
                      <w:divsChild>
                        <w:div w:id="13709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05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Brief_EMVA_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DE7BAC-472A-4EBE-ACB0-E68EEE73C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Brief_EMVA_e.dotx</Template>
  <TotalTime>0</TotalTime>
  <Pages>2</Pages>
  <Words>475</Words>
  <Characters>2999</Characters>
  <Application>Microsoft Office Word</Application>
  <DocSecurity>0</DocSecurity>
  <Lines>24</Lines>
  <Paragraphs>6</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VDMA</Company>
  <LinksUpToDate>false</LinksUpToDate>
  <CharactersWithSpaces>3468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McBrey</cp:lastModifiedBy>
  <cp:revision>12</cp:revision>
  <cp:lastPrinted>2013-01-18T14:56:00Z</cp:lastPrinted>
  <dcterms:created xsi:type="dcterms:W3CDTF">2019-05-16T08:34:00Z</dcterms:created>
  <dcterms:modified xsi:type="dcterms:W3CDTF">2019-05-21T11:54:00Z</dcterms:modified>
</cp:coreProperties>
</file>