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A7D7A" w14:textId="77777777"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14:paraId="4BAC83F7" w14:textId="33274A79" w:rsidR="009451DD" w:rsidRDefault="00DF7CC0" w:rsidP="009451DD">
      <w:pPr>
        <w:tabs>
          <w:tab w:val="right" w:pos="2268"/>
          <w:tab w:val="right" w:pos="4678"/>
        </w:tabs>
        <w:jc w:val="right"/>
        <w:rPr>
          <w:noProof/>
          <w:sz w:val="20"/>
          <w:lang w:val="en-US"/>
        </w:rPr>
      </w:pPr>
      <w:r>
        <w:rPr>
          <w:noProof/>
          <w:sz w:val="20"/>
          <w:lang w:val="en-US"/>
        </w:rPr>
        <w:t>Manager Media Relations</w:t>
      </w:r>
    </w:p>
    <w:p w14:paraId="344F81FC" w14:textId="525F3BD3" w:rsidR="00CA67FA" w:rsidRPr="00493215" w:rsidRDefault="00C15484" w:rsidP="009451DD">
      <w:pPr>
        <w:tabs>
          <w:tab w:val="right" w:pos="2268"/>
          <w:tab w:val="right" w:pos="4678"/>
        </w:tabs>
        <w:jc w:val="right"/>
        <w:rPr>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Phone</w:t>
      </w:r>
      <w:r w:rsidR="00161097">
        <w:rPr>
          <w:noProof/>
          <w:sz w:val="20"/>
          <w:lang w:val="en-US"/>
        </w:rPr>
        <w:tab/>
      </w:r>
      <w:r w:rsidR="00161097" w:rsidRPr="005C0EB8">
        <w:rPr>
          <w:noProof/>
          <w:sz w:val="20"/>
          <w:lang w:val="en-US"/>
        </w:rPr>
        <w:t>+</w:t>
      </w:r>
      <w:r>
        <w:rPr>
          <w:noProof/>
          <w:sz w:val="20"/>
          <w:lang w:val="en-US"/>
        </w:rPr>
        <w:t>34</w:t>
      </w:r>
      <w:r w:rsidR="00161097" w:rsidRPr="005C0EB8">
        <w:rPr>
          <w:noProof/>
          <w:sz w:val="20"/>
          <w:lang w:val="en-US"/>
        </w:rPr>
        <w:t xml:space="preserve"> </w:t>
      </w:r>
      <w:r>
        <w:rPr>
          <w:noProof/>
          <w:sz w:val="20"/>
          <w:lang w:val="en-US"/>
        </w:rPr>
        <w:t>931</w:t>
      </w:r>
      <w:r w:rsidR="00161097" w:rsidRPr="005C0EB8">
        <w:rPr>
          <w:noProof/>
          <w:sz w:val="20"/>
          <w:lang w:val="en-US"/>
        </w:rPr>
        <w:t xml:space="preserve"> </w:t>
      </w:r>
      <w:r>
        <w:rPr>
          <w:noProof/>
          <w:sz w:val="20"/>
          <w:lang w:val="en-US"/>
        </w:rPr>
        <w:t>80 70 60</w:t>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D14870">
        <w:rPr>
          <w:noProof/>
          <w:sz w:val="20"/>
          <w:lang w:val="en-US"/>
        </w:rPr>
        <w:t>0</w:t>
      </w:r>
      <w:r w:rsidR="00492CDA">
        <w:rPr>
          <w:noProof/>
          <w:sz w:val="20"/>
          <w:lang w:val="en-US"/>
        </w:rPr>
        <w:t>9</w:t>
      </w:r>
      <w:r w:rsidR="007F7937" w:rsidRPr="00493215">
        <w:rPr>
          <w:noProof/>
          <w:sz w:val="20"/>
          <w:lang w:val="en-US"/>
        </w:rPr>
        <w:t xml:space="preserve"> </w:t>
      </w:r>
      <w:r w:rsidR="00D14870">
        <w:rPr>
          <w:noProof/>
          <w:sz w:val="20"/>
          <w:lang w:val="en-US"/>
        </w:rPr>
        <w:t>October</w:t>
      </w:r>
      <w:r w:rsidR="00B97CD7" w:rsidRPr="00493215">
        <w:rPr>
          <w:noProof/>
          <w:sz w:val="20"/>
          <w:lang w:val="en-US"/>
        </w:rPr>
        <w:t>, 201</w:t>
      </w:r>
      <w:r w:rsidR="00DF7CC0" w:rsidRPr="00493215">
        <w:rPr>
          <w:noProof/>
          <w:sz w:val="20"/>
          <w:lang w:val="en-US"/>
        </w:rPr>
        <w:t>8</w:t>
      </w:r>
    </w:p>
    <w:p w14:paraId="693A5F8F" w14:textId="77777777" w:rsidR="005E6FBE" w:rsidRPr="00493215" w:rsidRDefault="00BD18F3" w:rsidP="00BD18F3">
      <w:pPr>
        <w:spacing w:after="240"/>
        <w:ind w:hanging="993"/>
        <w:rPr>
          <w:lang w:val="en-US"/>
        </w:rPr>
      </w:pPr>
      <w:r w:rsidRPr="00493215">
        <w:rPr>
          <w:sz w:val="12"/>
          <w:szCs w:val="12"/>
          <w:lang w:val="en-US"/>
        </w:rPr>
        <w:t>_</w:t>
      </w:r>
    </w:p>
    <w:p w14:paraId="7F70E7EF" w14:textId="77777777" w:rsidR="005E6FBE" w:rsidRPr="00493215" w:rsidRDefault="005E6FBE">
      <w:pPr>
        <w:rPr>
          <w:lang w:val="en-US"/>
        </w:rPr>
        <w:sectPr w:rsidR="005E6FBE" w:rsidRPr="00493215" w:rsidSect="005E6FBE">
          <w:headerReference w:type="even" r:id="rId9"/>
          <w:headerReference w:type="default" r:id="rId10"/>
          <w:headerReference w:type="first" r:id="rId11"/>
          <w:footerReference w:type="first" r:id="rId12"/>
          <w:type w:val="continuous"/>
          <w:pgSz w:w="11906" w:h="16838" w:code="9"/>
          <w:pgMar w:top="2977" w:right="707" w:bottom="1985" w:left="1418" w:header="1230" w:footer="188" w:gutter="0"/>
          <w:cols w:space="720"/>
          <w:titlePg/>
        </w:sectPr>
      </w:pPr>
    </w:p>
    <w:p w14:paraId="297EA6C0" w14:textId="77777777" w:rsidR="005C0EB8" w:rsidRPr="00493215" w:rsidRDefault="00113CBB" w:rsidP="00C15484">
      <w:pPr>
        <w:framePr w:w="4780" w:h="2489" w:hRule="exact" w:hSpace="181" w:wrap="around" w:vAnchor="page" w:hAnchor="page" w:x="1435" w:y="2931" w:anchorLock="1"/>
        <w:rPr>
          <w:noProof/>
          <w:lang w:val="en-US"/>
        </w:rPr>
      </w:pPr>
      <w:r w:rsidRPr="00493215">
        <w:rPr>
          <w:noProof/>
          <w:lang w:val="en-US"/>
        </w:rPr>
        <w:br/>
      </w:r>
      <w:r w:rsidR="006A5A62" w:rsidRPr="00493215">
        <w:rPr>
          <w:b/>
          <w:sz w:val="28"/>
          <w:lang w:val="en-US"/>
        </w:rPr>
        <w:t>PRESS RELEASE</w:t>
      </w:r>
      <w:r w:rsidRPr="00493215">
        <w:rPr>
          <w:noProof/>
          <w:lang w:val="en-US"/>
        </w:rPr>
        <w:br/>
      </w:r>
      <w:r w:rsidRPr="00493215">
        <w:rPr>
          <w:noProof/>
          <w:lang w:val="en-US"/>
        </w:rPr>
        <w:br/>
      </w:r>
      <w:r w:rsidR="006A5A62" w:rsidRPr="00493215">
        <w:rPr>
          <w:lang w:val="en-US"/>
        </w:rPr>
        <w:t>for immediate release</w:t>
      </w:r>
      <w:r w:rsidRPr="00493215">
        <w:rPr>
          <w:noProof/>
          <w:lang w:val="en-US"/>
        </w:rPr>
        <w:br/>
      </w:r>
      <w:r w:rsidRPr="00493215">
        <w:rPr>
          <w:noProof/>
          <w:lang w:val="en-US"/>
        </w:rPr>
        <w:br/>
      </w:r>
      <w:r w:rsidRPr="00493215">
        <w:rPr>
          <w:noProof/>
          <w:lang w:val="en-US"/>
        </w:rPr>
        <w:br/>
      </w:r>
      <w:r w:rsidR="00C15484" w:rsidRPr="00493215">
        <w:rPr>
          <w:noProof/>
          <w:lang w:val="en-US"/>
        </w:rPr>
        <w:br/>
      </w:r>
      <w:r w:rsidR="00C15484" w:rsidRPr="00493215">
        <w:rPr>
          <w:noProof/>
          <w:lang w:val="en-US"/>
        </w:rPr>
        <w:br/>
      </w:r>
      <w:r w:rsidRPr="00493215">
        <w:rPr>
          <w:noProof/>
          <w:lang w:val="en-US"/>
        </w:rPr>
        <w:br/>
      </w:r>
    </w:p>
    <w:p w14:paraId="320BA69C" w14:textId="5C8511BC" w:rsidR="004B2B2E" w:rsidRPr="00493215" w:rsidRDefault="007B2F9F" w:rsidP="004B2B2E">
      <w:pPr>
        <w:spacing w:line="360" w:lineRule="auto"/>
        <w:rPr>
          <w:rFonts w:cs="Arial"/>
          <w:b/>
          <w:sz w:val="24"/>
          <w:szCs w:val="24"/>
          <w:lang w:val="en-US" w:bidi="ar-SA"/>
        </w:rPr>
      </w:pPr>
      <w:r w:rsidRPr="00493215">
        <w:rPr>
          <w:rFonts w:cs="Arial"/>
          <w:b/>
          <w:sz w:val="28"/>
          <w:szCs w:val="28"/>
          <w:lang w:val="en-US" w:bidi="ar-SA"/>
        </w:rPr>
        <w:lastRenderedPageBreak/>
        <w:t>Work on Embedded Vision Standard has started</w:t>
      </w:r>
      <w:r w:rsidR="004B2B2E" w:rsidRPr="00493215">
        <w:rPr>
          <w:rFonts w:cs="Arial"/>
          <w:b/>
          <w:sz w:val="28"/>
          <w:szCs w:val="28"/>
          <w:lang w:val="en-US" w:bidi="ar-SA"/>
        </w:rPr>
        <w:br/>
      </w:r>
      <w:r w:rsidRPr="00493215">
        <w:rPr>
          <w:rFonts w:cs="Arial"/>
          <w:b/>
          <w:sz w:val="24"/>
          <w:szCs w:val="24"/>
          <w:lang w:val="en-US" w:bidi="ar-SA"/>
        </w:rPr>
        <w:t xml:space="preserve">First meeting of standard group </w:t>
      </w:r>
      <w:r w:rsidR="00C800A4" w:rsidRPr="00493215">
        <w:rPr>
          <w:rFonts w:cs="Arial"/>
          <w:b/>
          <w:sz w:val="24"/>
          <w:szCs w:val="24"/>
          <w:lang w:val="en-US" w:bidi="ar-SA"/>
        </w:rPr>
        <w:t>end of</w:t>
      </w:r>
      <w:r w:rsidRPr="00493215">
        <w:rPr>
          <w:rFonts w:cs="Arial"/>
          <w:b/>
          <w:sz w:val="24"/>
          <w:szCs w:val="24"/>
          <w:lang w:val="en-US" w:bidi="ar-SA"/>
        </w:rPr>
        <w:t xml:space="preserve"> August with major machine vision players</w:t>
      </w:r>
      <w:r w:rsidR="0011317C" w:rsidRPr="00493215">
        <w:rPr>
          <w:rFonts w:cs="Arial"/>
          <w:b/>
          <w:sz w:val="24"/>
          <w:szCs w:val="24"/>
          <w:lang w:val="en-US" w:bidi="ar-SA"/>
        </w:rPr>
        <w:t xml:space="preserve"> / Thomas </w:t>
      </w:r>
      <w:proofErr w:type="spellStart"/>
      <w:r w:rsidR="0011317C" w:rsidRPr="00493215">
        <w:rPr>
          <w:rFonts w:cs="Arial"/>
          <w:b/>
          <w:sz w:val="24"/>
          <w:szCs w:val="24"/>
          <w:lang w:val="en-US" w:bidi="ar-SA"/>
        </w:rPr>
        <w:t>Lück</w:t>
      </w:r>
      <w:proofErr w:type="spellEnd"/>
      <w:r w:rsidR="0011317C" w:rsidRPr="00493215">
        <w:rPr>
          <w:rFonts w:cs="Arial"/>
          <w:b/>
          <w:sz w:val="24"/>
          <w:szCs w:val="24"/>
          <w:lang w:val="en-US" w:bidi="ar-SA"/>
        </w:rPr>
        <w:t xml:space="preserve"> from Allied Vision elected Chair </w:t>
      </w:r>
    </w:p>
    <w:p w14:paraId="2184AACE" w14:textId="394320C7" w:rsidR="004201A7" w:rsidRPr="00493215" w:rsidRDefault="00687925" w:rsidP="004201A7">
      <w:pPr>
        <w:spacing w:line="360" w:lineRule="auto"/>
        <w:rPr>
          <w:rFonts w:cs="Arial"/>
          <w:b/>
          <w:sz w:val="24"/>
          <w:szCs w:val="24"/>
          <w:lang w:val="en-US" w:bidi="ar-SA"/>
        </w:rPr>
      </w:pPr>
      <w:r w:rsidRPr="00493215">
        <w:rPr>
          <w:rFonts w:cs="Arial"/>
          <w:b/>
          <w:sz w:val="24"/>
          <w:szCs w:val="24"/>
          <w:lang w:val="en-US" w:bidi="ar-SA"/>
        </w:rPr>
        <w:t xml:space="preserve"> </w:t>
      </w:r>
    </w:p>
    <w:p w14:paraId="656C9691" w14:textId="1401433C" w:rsidR="004B21C1" w:rsidRDefault="00B75BC8" w:rsidP="004B2B2E">
      <w:pPr>
        <w:spacing w:line="360" w:lineRule="auto"/>
        <w:jc w:val="both"/>
        <w:rPr>
          <w:rFonts w:cs="Arial"/>
          <w:sz w:val="24"/>
          <w:szCs w:val="24"/>
          <w:lang w:val="en-US" w:bidi="ar-SA"/>
        </w:rPr>
      </w:pPr>
      <w:r w:rsidRPr="00493215">
        <w:rPr>
          <w:rFonts w:cs="Arial"/>
          <w:i/>
          <w:sz w:val="24"/>
          <w:szCs w:val="24"/>
          <w:lang w:val="en-US" w:bidi="ar-SA"/>
        </w:rPr>
        <w:t>Barcelona</w:t>
      </w:r>
      <w:r w:rsidR="00AF3E40" w:rsidRPr="00493215">
        <w:rPr>
          <w:rFonts w:cs="Arial"/>
          <w:i/>
          <w:sz w:val="24"/>
          <w:szCs w:val="24"/>
          <w:lang w:val="en-US" w:bidi="ar-SA"/>
        </w:rPr>
        <w:t>/</w:t>
      </w:r>
      <w:r w:rsidR="00AD017E" w:rsidRPr="00493215">
        <w:rPr>
          <w:rFonts w:cs="Arial"/>
          <w:i/>
          <w:sz w:val="24"/>
          <w:szCs w:val="24"/>
          <w:lang w:val="en-US" w:bidi="ar-SA"/>
        </w:rPr>
        <w:t>Hamburg</w:t>
      </w:r>
      <w:r w:rsidR="004201A7" w:rsidRPr="00493215">
        <w:rPr>
          <w:rFonts w:cs="Arial"/>
          <w:i/>
          <w:sz w:val="24"/>
          <w:szCs w:val="24"/>
          <w:lang w:val="en-US" w:bidi="ar-SA"/>
        </w:rPr>
        <w:t xml:space="preserve">, </w:t>
      </w:r>
      <w:r w:rsidR="00D14870">
        <w:rPr>
          <w:rFonts w:cs="Arial"/>
          <w:i/>
          <w:sz w:val="24"/>
          <w:szCs w:val="24"/>
          <w:lang w:val="en-US" w:bidi="ar-SA"/>
        </w:rPr>
        <w:t>0</w:t>
      </w:r>
      <w:r w:rsidR="00492CDA">
        <w:rPr>
          <w:rFonts w:cs="Arial"/>
          <w:i/>
          <w:sz w:val="24"/>
          <w:szCs w:val="24"/>
          <w:lang w:val="en-US" w:bidi="ar-SA"/>
        </w:rPr>
        <w:t>9</w:t>
      </w:r>
      <w:r w:rsidR="004201A7" w:rsidRPr="00493215">
        <w:rPr>
          <w:rFonts w:cs="Arial"/>
          <w:i/>
          <w:sz w:val="24"/>
          <w:szCs w:val="24"/>
          <w:lang w:val="en-US" w:bidi="ar-SA"/>
        </w:rPr>
        <w:t xml:space="preserve"> </w:t>
      </w:r>
      <w:r w:rsidR="00D14870">
        <w:rPr>
          <w:rFonts w:cs="Arial"/>
          <w:i/>
          <w:sz w:val="24"/>
          <w:szCs w:val="24"/>
          <w:lang w:val="en-US" w:bidi="ar-SA"/>
        </w:rPr>
        <w:t>October</w:t>
      </w:r>
      <w:r w:rsidR="004201A7" w:rsidRPr="00493215">
        <w:rPr>
          <w:rFonts w:cs="Arial"/>
          <w:i/>
          <w:sz w:val="24"/>
          <w:szCs w:val="24"/>
          <w:lang w:val="en-US" w:bidi="ar-SA"/>
        </w:rPr>
        <w:t>, 201</w:t>
      </w:r>
      <w:r w:rsidR="00DF7CC0" w:rsidRPr="00493215">
        <w:rPr>
          <w:rFonts w:cs="Arial"/>
          <w:i/>
          <w:sz w:val="24"/>
          <w:szCs w:val="24"/>
          <w:lang w:val="en-US" w:bidi="ar-SA"/>
        </w:rPr>
        <w:t>8</w:t>
      </w:r>
      <w:r w:rsidR="004201A7" w:rsidRPr="00493215">
        <w:rPr>
          <w:rFonts w:cs="Arial"/>
          <w:sz w:val="24"/>
          <w:szCs w:val="24"/>
          <w:lang w:val="en-US" w:bidi="ar-SA"/>
        </w:rPr>
        <w:t xml:space="preserve">. </w:t>
      </w:r>
      <w:r w:rsidR="00634A80" w:rsidRPr="00493215">
        <w:rPr>
          <w:rFonts w:cs="Arial"/>
          <w:sz w:val="24"/>
          <w:szCs w:val="24"/>
          <w:lang w:val="en-US" w:bidi="ar-SA"/>
        </w:rPr>
        <w:t>The work on a common embedded vision standard has begun. Wit</w:t>
      </w:r>
      <w:bookmarkStart w:id="0" w:name="_GoBack"/>
      <w:bookmarkEnd w:id="0"/>
      <w:r w:rsidR="00634A80" w:rsidRPr="00493215">
        <w:rPr>
          <w:rFonts w:cs="Arial"/>
          <w:sz w:val="24"/>
          <w:szCs w:val="24"/>
          <w:lang w:val="en-US" w:bidi="ar-SA"/>
        </w:rPr>
        <w:t xml:space="preserve">h an impressive support from </w:t>
      </w:r>
      <w:r w:rsidR="00C800A4" w:rsidRPr="00493215">
        <w:rPr>
          <w:rFonts w:cs="Arial"/>
          <w:sz w:val="24"/>
          <w:szCs w:val="24"/>
          <w:lang w:val="en-US" w:bidi="ar-SA"/>
        </w:rPr>
        <w:t xml:space="preserve">machine vision </w:t>
      </w:r>
      <w:r w:rsidR="00634A80" w:rsidRPr="00493215">
        <w:rPr>
          <w:rFonts w:cs="Arial"/>
          <w:sz w:val="24"/>
          <w:szCs w:val="24"/>
          <w:lang w:val="en-US" w:bidi="ar-SA"/>
        </w:rPr>
        <w:t>industry players and associations the first meeting of the respective standard group took place on 22</w:t>
      </w:r>
      <w:r w:rsidR="00634A80" w:rsidRPr="00634A80">
        <w:rPr>
          <w:rFonts w:cs="Arial"/>
          <w:sz w:val="24"/>
          <w:szCs w:val="24"/>
          <w:lang w:val="en-US" w:bidi="ar-SA"/>
        </w:rPr>
        <w:t>-23 August in Hamburg.</w:t>
      </w:r>
      <w:r w:rsidR="00F308B1">
        <w:rPr>
          <w:rFonts w:cs="Arial"/>
          <w:sz w:val="24"/>
          <w:szCs w:val="24"/>
          <w:lang w:val="en-US" w:bidi="ar-SA"/>
        </w:rPr>
        <w:t xml:space="preserve"> Currently involved companies in this new standard initiative </w:t>
      </w:r>
      <w:r w:rsidR="00A720EE">
        <w:rPr>
          <w:rFonts w:cs="Arial"/>
          <w:sz w:val="24"/>
          <w:szCs w:val="24"/>
          <w:lang w:val="en-US" w:bidi="ar-SA"/>
        </w:rPr>
        <w:t xml:space="preserve">include </w:t>
      </w:r>
      <w:r w:rsidR="00903222">
        <w:rPr>
          <w:rFonts w:cs="Arial"/>
          <w:sz w:val="24"/>
          <w:szCs w:val="24"/>
          <w:lang w:val="en-US" w:bidi="ar-SA"/>
        </w:rPr>
        <w:t xml:space="preserve">3M, </w:t>
      </w:r>
      <w:proofErr w:type="spellStart"/>
      <w:r w:rsidR="00F308B1" w:rsidRPr="00634A80">
        <w:rPr>
          <w:rFonts w:cs="Arial"/>
          <w:sz w:val="24"/>
          <w:szCs w:val="24"/>
          <w:lang w:val="en-US" w:bidi="ar-SA"/>
        </w:rPr>
        <w:t>Adimec</w:t>
      </w:r>
      <w:proofErr w:type="spellEnd"/>
      <w:r w:rsidR="00F308B1">
        <w:rPr>
          <w:rFonts w:cs="Arial"/>
          <w:sz w:val="24"/>
          <w:szCs w:val="24"/>
          <w:lang w:val="en-US" w:bidi="ar-SA"/>
        </w:rPr>
        <w:t xml:space="preserve">, </w:t>
      </w:r>
      <w:r w:rsidR="00F308B1" w:rsidRPr="00634A80">
        <w:rPr>
          <w:rFonts w:cs="Arial"/>
          <w:sz w:val="24"/>
          <w:szCs w:val="24"/>
          <w:lang w:val="en-US" w:bidi="ar-SA"/>
        </w:rPr>
        <w:t>Allied</w:t>
      </w:r>
      <w:r w:rsidR="00F308B1">
        <w:rPr>
          <w:rFonts w:cs="Arial"/>
          <w:sz w:val="24"/>
          <w:szCs w:val="24"/>
          <w:lang w:val="en-US" w:bidi="ar-SA"/>
        </w:rPr>
        <w:t xml:space="preserve"> Vision, </w:t>
      </w:r>
      <w:r w:rsidR="00F308B1" w:rsidRPr="00634A80">
        <w:rPr>
          <w:rFonts w:cs="Arial"/>
          <w:sz w:val="24"/>
          <w:szCs w:val="24"/>
          <w:lang w:val="en-US" w:bidi="ar-SA"/>
        </w:rPr>
        <w:t>Basler</w:t>
      </w:r>
      <w:r w:rsidR="00F308B1">
        <w:rPr>
          <w:rFonts w:cs="Arial"/>
          <w:sz w:val="24"/>
          <w:szCs w:val="24"/>
          <w:lang w:val="en-US" w:bidi="ar-SA"/>
        </w:rPr>
        <w:t xml:space="preserve">, </w:t>
      </w:r>
      <w:proofErr w:type="spellStart"/>
      <w:r w:rsidR="00F308B1" w:rsidRPr="00634A80">
        <w:rPr>
          <w:rFonts w:cs="Arial"/>
          <w:sz w:val="24"/>
          <w:szCs w:val="24"/>
          <w:lang w:val="en-US" w:bidi="ar-SA"/>
        </w:rPr>
        <w:t>Baumer</w:t>
      </w:r>
      <w:proofErr w:type="spellEnd"/>
      <w:r w:rsidR="00F308B1">
        <w:rPr>
          <w:rFonts w:cs="Arial"/>
          <w:sz w:val="24"/>
          <w:szCs w:val="24"/>
          <w:lang w:val="en-US" w:bidi="ar-SA"/>
        </w:rPr>
        <w:t xml:space="preserve">, </w:t>
      </w:r>
      <w:r w:rsidR="00F308B1" w:rsidRPr="00634A80">
        <w:rPr>
          <w:rFonts w:cs="Arial"/>
          <w:sz w:val="24"/>
          <w:szCs w:val="24"/>
          <w:lang w:val="en-US" w:bidi="ar-SA"/>
        </w:rPr>
        <w:t>FLIR</w:t>
      </w:r>
      <w:r w:rsidR="00F308B1">
        <w:rPr>
          <w:rFonts w:cs="Arial"/>
          <w:sz w:val="24"/>
          <w:szCs w:val="24"/>
          <w:lang w:val="en-US" w:bidi="ar-SA"/>
        </w:rPr>
        <w:t xml:space="preserve">, </w:t>
      </w:r>
      <w:r w:rsidR="00F308B1" w:rsidRPr="00634A80">
        <w:rPr>
          <w:rFonts w:cs="Arial"/>
          <w:sz w:val="24"/>
          <w:szCs w:val="24"/>
          <w:lang w:val="en-US" w:bidi="ar-SA"/>
        </w:rPr>
        <w:t>FRAMOS</w:t>
      </w:r>
      <w:r w:rsidR="00F308B1">
        <w:rPr>
          <w:rFonts w:cs="Arial"/>
          <w:sz w:val="24"/>
          <w:szCs w:val="24"/>
          <w:lang w:val="en-US" w:bidi="ar-SA"/>
        </w:rPr>
        <w:t>,</w:t>
      </w:r>
      <w:r w:rsidR="00F308B1" w:rsidRPr="00F308B1">
        <w:rPr>
          <w:rFonts w:cs="Arial"/>
          <w:sz w:val="24"/>
          <w:szCs w:val="24"/>
          <w:lang w:val="en-US" w:bidi="ar-SA"/>
        </w:rPr>
        <w:t xml:space="preserve"> </w:t>
      </w:r>
      <w:r w:rsidR="00F308B1" w:rsidRPr="00634A80">
        <w:rPr>
          <w:rFonts w:cs="Arial"/>
          <w:sz w:val="24"/>
          <w:szCs w:val="24"/>
          <w:lang w:val="en-US" w:bidi="ar-SA"/>
        </w:rPr>
        <w:t>ON Semi</w:t>
      </w:r>
      <w:r w:rsidR="00F308B1">
        <w:rPr>
          <w:rFonts w:cs="Arial"/>
          <w:sz w:val="24"/>
          <w:szCs w:val="24"/>
          <w:lang w:val="en-US" w:bidi="ar-SA"/>
        </w:rPr>
        <w:t>,</w:t>
      </w:r>
      <w:r w:rsidR="00F308B1" w:rsidRPr="00F308B1">
        <w:rPr>
          <w:rFonts w:cs="Arial"/>
          <w:sz w:val="24"/>
          <w:szCs w:val="24"/>
          <w:lang w:val="en-US" w:bidi="ar-SA"/>
        </w:rPr>
        <w:t xml:space="preserve"> </w:t>
      </w:r>
      <w:r w:rsidR="00F308B1" w:rsidRPr="00634A80">
        <w:rPr>
          <w:rFonts w:cs="Arial"/>
          <w:sz w:val="24"/>
          <w:szCs w:val="24"/>
          <w:lang w:val="en-US" w:bidi="ar-SA"/>
        </w:rPr>
        <w:t>Sensor2Image</w:t>
      </w:r>
      <w:r w:rsidR="00F308B1">
        <w:rPr>
          <w:rFonts w:cs="Arial"/>
          <w:sz w:val="24"/>
          <w:szCs w:val="24"/>
          <w:lang w:val="en-US" w:bidi="ar-SA"/>
        </w:rPr>
        <w:t xml:space="preserve">, </w:t>
      </w:r>
      <w:r w:rsidR="00E12DFA" w:rsidRPr="00E12DFA">
        <w:rPr>
          <w:rFonts w:cs="Arial"/>
          <w:sz w:val="24"/>
          <w:szCs w:val="24"/>
          <w:lang w:val="en-US" w:bidi="ar-SA"/>
        </w:rPr>
        <w:t>Sony Semiconductor Solutions Corporation</w:t>
      </w:r>
      <w:r w:rsidR="00F308B1">
        <w:rPr>
          <w:rFonts w:cs="Arial"/>
          <w:sz w:val="24"/>
          <w:szCs w:val="24"/>
          <w:lang w:val="en-US" w:bidi="ar-SA"/>
        </w:rPr>
        <w:t>,</w:t>
      </w:r>
      <w:r w:rsidR="00F308B1" w:rsidRPr="00F308B1">
        <w:rPr>
          <w:rFonts w:cs="Arial"/>
          <w:sz w:val="24"/>
          <w:szCs w:val="24"/>
          <w:lang w:val="en-US" w:bidi="ar-SA"/>
        </w:rPr>
        <w:t xml:space="preserve"> </w:t>
      </w:r>
      <w:r w:rsidR="00F308B1">
        <w:rPr>
          <w:rFonts w:cs="Arial"/>
          <w:sz w:val="24"/>
          <w:szCs w:val="24"/>
          <w:lang w:val="en-US" w:bidi="ar-SA"/>
        </w:rPr>
        <w:t xml:space="preserve">and </w:t>
      </w:r>
      <w:r w:rsidR="00F308B1" w:rsidRPr="00634A80">
        <w:rPr>
          <w:rFonts w:cs="Arial"/>
          <w:sz w:val="24"/>
          <w:szCs w:val="24"/>
          <w:lang w:val="en-US" w:bidi="ar-SA"/>
        </w:rPr>
        <w:t>Stemmer</w:t>
      </w:r>
      <w:r w:rsidR="00F308B1">
        <w:rPr>
          <w:rFonts w:cs="Arial"/>
          <w:sz w:val="24"/>
          <w:szCs w:val="24"/>
          <w:lang w:val="en-US" w:bidi="ar-SA"/>
        </w:rPr>
        <w:t xml:space="preserve"> Imaging. The </w:t>
      </w:r>
      <w:r w:rsidR="00F308B1" w:rsidRPr="00F308B1">
        <w:rPr>
          <w:rFonts w:cs="Arial"/>
          <w:sz w:val="24"/>
          <w:szCs w:val="24"/>
          <w:lang w:val="en-US" w:bidi="ar-SA"/>
        </w:rPr>
        <w:t>Japan Industrial Imaging Association</w:t>
      </w:r>
      <w:r w:rsidR="00F308B1">
        <w:rPr>
          <w:rFonts w:cs="Arial"/>
          <w:sz w:val="24"/>
          <w:szCs w:val="24"/>
          <w:lang w:val="en-US" w:bidi="ar-SA"/>
        </w:rPr>
        <w:t xml:space="preserve"> (JIIA) was present as well as the European Machine Vision Association (EMVA)</w:t>
      </w:r>
      <w:r w:rsidR="0090191C">
        <w:rPr>
          <w:rFonts w:cs="Arial"/>
          <w:sz w:val="24"/>
          <w:szCs w:val="24"/>
          <w:lang w:val="en-US" w:bidi="ar-SA"/>
        </w:rPr>
        <w:t>. The EMVA</w:t>
      </w:r>
      <w:r w:rsidR="00A720EE">
        <w:rPr>
          <w:rFonts w:cs="Arial"/>
          <w:sz w:val="24"/>
          <w:szCs w:val="24"/>
          <w:lang w:val="en-US" w:bidi="ar-SA"/>
        </w:rPr>
        <w:t xml:space="preserve"> is set to be the host association of the new standard</w:t>
      </w:r>
      <w:r w:rsidR="00F308B1">
        <w:rPr>
          <w:rFonts w:cs="Arial"/>
          <w:sz w:val="24"/>
          <w:szCs w:val="24"/>
          <w:lang w:val="en-US" w:bidi="ar-SA"/>
        </w:rPr>
        <w:t xml:space="preserve">. </w:t>
      </w:r>
    </w:p>
    <w:p w14:paraId="04259DF8" w14:textId="77777777" w:rsidR="00CF5D40" w:rsidRDefault="00CF5D40" w:rsidP="00CF5D40">
      <w:pPr>
        <w:spacing w:line="360" w:lineRule="auto"/>
        <w:jc w:val="both"/>
        <w:rPr>
          <w:rFonts w:cs="Arial"/>
          <w:sz w:val="24"/>
          <w:szCs w:val="24"/>
          <w:lang w:val="en-US" w:bidi="ar-SA"/>
        </w:rPr>
      </w:pPr>
    </w:p>
    <w:p w14:paraId="154EF000" w14:textId="17957230" w:rsidR="00F041CF" w:rsidRDefault="00F041CF" w:rsidP="00CF5D40">
      <w:pPr>
        <w:spacing w:line="360" w:lineRule="auto"/>
        <w:jc w:val="both"/>
        <w:rPr>
          <w:rFonts w:cs="Arial"/>
          <w:sz w:val="24"/>
          <w:szCs w:val="24"/>
          <w:lang w:val="en-US" w:bidi="ar-SA"/>
        </w:rPr>
      </w:pPr>
      <w:r w:rsidRPr="00903222">
        <w:rPr>
          <w:rFonts w:cs="Arial"/>
          <w:sz w:val="24"/>
          <w:szCs w:val="24"/>
          <w:lang w:val="en-US" w:bidi="ar-SA"/>
        </w:rPr>
        <w:t xml:space="preserve">“The large and prominent list of supporters indicates the necessity to create such an embedded vision standard for the industry”, said the new elected Chair of the standard initiative, Thomas </w:t>
      </w:r>
      <w:proofErr w:type="spellStart"/>
      <w:r w:rsidRPr="00903222">
        <w:rPr>
          <w:rFonts w:cs="Arial"/>
          <w:sz w:val="24"/>
          <w:szCs w:val="24"/>
          <w:lang w:val="en-US" w:bidi="ar-SA"/>
        </w:rPr>
        <w:t>Lück</w:t>
      </w:r>
      <w:proofErr w:type="spellEnd"/>
      <w:r w:rsidRPr="00903222">
        <w:rPr>
          <w:rFonts w:cs="Arial"/>
          <w:sz w:val="24"/>
          <w:szCs w:val="24"/>
          <w:lang w:val="en-US" w:bidi="ar-SA"/>
        </w:rPr>
        <w:t xml:space="preserve"> from Allied Vision. “I am positive that progress in the development of the new standard will be fast and we certainly have news to tell during VISION 2018. This will also include the final name of the standard.”</w:t>
      </w:r>
      <w:r w:rsidR="00CF5D40" w:rsidRPr="00903222">
        <w:rPr>
          <w:rFonts w:cs="Arial"/>
          <w:sz w:val="24"/>
          <w:szCs w:val="24"/>
          <w:lang w:val="en-US" w:bidi="ar-SA"/>
        </w:rPr>
        <w:t xml:space="preserve"> </w:t>
      </w:r>
      <w:r w:rsidRPr="00903222">
        <w:rPr>
          <w:rFonts w:cs="Arial"/>
          <w:sz w:val="24"/>
          <w:szCs w:val="24"/>
          <w:lang w:val="en-US" w:bidi="ar-SA"/>
        </w:rPr>
        <w:t xml:space="preserve">Along with Thomas </w:t>
      </w:r>
      <w:proofErr w:type="spellStart"/>
      <w:r w:rsidRPr="00903222">
        <w:rPr>
          <w:rFonts w:cs="Arial"/>
          <w:sz w:val="24"/>
          <w:szCs w:val="24"/>
          <w:lang w:val="en-US" w:bidi="ar-SA"/>
        </w:rPr>
        <w:t>Lück</w:t>
      </w:r>
      <w:proofErr w:type="spellEnd"/>
      <w:r w:rsidRPr="00903222">
        <w:rPr>
          <w:rFonts w:cs="Arial"/>
          <w:sz w:val="24"/>
          <w:szCs w:val="24"/>
          <w:lang w:val="en-US" w:bidi="ar-SA"/>
        </w:rPr>
        <w:t xml:space="preserve"> as Chair, Werner </w:t>
      </w:r>
      <w:proofErr w:type="spellStart"/>
      <w:r w:rsidRPr="00903222">
        <w:rPr>
          <w:rFonts w:cs="Arial"/>
          <w:sz w:val="24"/>
          <w:szCs w:val="24"/>
          <w:lang w:val="en-US" w:bidi="ar-SA"/>
        </w:rPr>
        <w:t>Feith</w:t>
      </w:r>
      <w:proofErr w:type="spellEnd"/>
      <w:r w:rsidRPr="00903222">
        <w:rPr>
          <w:rFonts w:cs="Arial"/>
          <w:sz w:val="24"/>
          <w:szCs w:val="24"/>
          <w:lang w:val="en-US" w:bidi="ar-SA"/>
        </w:rPr>
        <w:t xml:space="preserve"> from Sensor to Image and Miho Akahide from </w:t>
      </w:r>
      <w:r w:rsidR="00E12DFA" w:rsidRPr="00E12DFA">
        <w:rPr>
          <w:rFonts w:cs="Arial"/>
          <w:sz w:val="24"/>
          <w:szCs w:val="24"/>
          <w:lang w:val="en-US" w:bidi="ar-SA"/>
        </w:rPr>
        <w:t>Sony Semiconductor Solutions Corporation</w:t>
      </w:r>
      <w:r w:rsidR="00356E38">
        <w:rPr>
          <w:rFonts w:cs="Arial" w:hint="eastAsia"/>
          <w:sz w:val="24"/>
          <w:szCs w:val="24"/>
          <w:lang w:val="en-US" w:eastAsia="ja-JP" w:bidi="ar-SA"/>
        </w:rPr>
        <w:t xml:space="preserve"> </w:t>
      </w:r>
      <w:r>
        <w:rPr>
          <w:rFonts w:cs="Arial"/>
          <w:sz w:val="24"/>
          <w:szCs w:val="24"/>
          <w:lang w:val="en-US" w:bidi="ar-SA"/>
        </w:rPr>
        <w:t xml:space="preserve">were elected as Co-Chairs. </w:t>
      </w:r>
    </w:p>
    <w:p w14:paraId="1CBC701C" w14:textId="2E1B3F4F" w:rsidR="00CF5D40" w:rsidRDefault="00CF5D40" w:rsidP="00CF5D40">
      <w:pPr>
        <w:spacing w:line="360" w:lineRule="auto"/>
        <w:jc w:val="both"/>
        <w:rPr>
          <w:rFonts w:cs="Arial"/>
          <w:sz w:val="24"/>
          <w:szCs w:val="24"/>
          <w:lang w:val="en-US" w:bidi="ar-SA"/>
        </w:rPr>
      </w:pPr>
      <w:r>
        <w:rPr>
          <w:rFonts w:cs="Arial"/>
          <w:sz w:val="24"/>
          <w:szCs w:val="24"/>
          <w:lang w:val="en-US" w:bidi="ar-SA"/>
        </w:rPr>
        <w:lastRenderedPageBreak/>
        <w:t xml:space="preserve"> </w:t>
      </w:r>
    </w:p>
    <w:p w14:paraId="451C5E5C" w14:textId="77777777" w:rsidR="00CF5D40" w:rsidRDefault="00CF5D40" w:rsidP="00CF5D40">
      <w:pPr>
        <w:spacing w:line="360" w:lineRule="auto"/>
        <w:jc w:val="both"/>
        <w:rPr>
          <w:rFonts w:cs="Arial"/>
          <w:sz w:val="24"/>
          <w:szCs w:val="24"/>
          <w:lang w:val="en-US" w:bidi="ar-SA"/>
        </w:rPr>
      </w:pPr>
    </w:p>
    <w:p w14:paraId="40C44874" w14:textId="21171F00" w:rsidR="00CF5D40" w:rsidRDefault="00CF5D40" w:rsidP="00CF5D40">
      <w:pPr>
        <w:spacing w:line="360" w:lineRule="auto"/>
        <w:jc w:val="both"/>
        <w:rPr>
          <w:rFonts w:cs="Arial"/>
          <w:sz w:val="24"/>
          <w:szCs w:val="24"/>
          <w:lang w:val="en-US" w:bidi="ar-SA"/>
        </w:rPr>
      </w:pPr>
      <w:r>
        <w:rPr>
          <w:rFonts w:cs="Arial"/>
          <w:sz w:val="24"/>
          <w:szCs w:val="24"/>
          <w:lang w:val="en-US" w:bidi="ar-SA"/>
        </w:rPr>
        <w:t xml:space="preserve">EMVA </w:t>
      </w:r>
      <w:r w:rsidR="004D64AC">
        <w:rPr>
          <w:rFonts w:cs="Arial"/>
          <w:sz w:val="24"/>
          <w:szCs w:val="24"/>
          <w:lang w:val="en-US" w:bidi="ar-SA"/>
        </w:rPr>
        <w:t>President Jochem Herrmann</w:t>
      </w:r>
      <w:r>
        <w:rPr>
          <w:rFonts w:cs="Arial"/>
          <w:sz w:val="24"/>
          <w:szCs w:val="24"/>
          <w:lang w:val="en-US" w:bidi="ar-SA"/>
        </w:rPr>
        <w:t xml:space="preserve"> </w:t>
      </w:r>
      <w:r w:rsidR="00493215">
        <w:rPr>
          <w:rFonts w:cs="Arial"/>
          <w:sz w:val="24"/>
          <w:szCs w:val="24"/>
          <w:lang w:val="en-US" w:bidi="ar-SA"/>
        </w:rPr>
        <w:t>is</w:t>
      </w:r>
      <w:r>
        <w:rPr>
          <w:rFonts w:cs="Arial"/>
          <w:sz w:val="24"/>
          <w:szCs w:val="24"/>
          <w:lang w:val="en-US" w:bidi="ar-SA"/>
        </w:rPr>
        <w:t xml:space="preserve"> delighted about the outcome of the </w:t>
      </w:r>
      <w:r w:rsidRPr="008D5F0B">
        <w:rPr>
          <w:rFonts w:cs="Arial"/>
          <w:sz w:val="24"/>
          <w:szCs w:val="24"/>
          <w:lang w:val="en-US" w:bidi="ar-SA"/>
        </w:rPr>
        <w:t>inaugural meeting</w:t>
      </w:r>
      <w:r>
        <w:rPr>
          <w:rFonts w:cs="Arial"/>
          <w:sz w:val="24"/>
          <w:szCs w:val="24"/>
          <w:lang w:val="en-US" w:bidi="ar-SA"/>
        </w:rPr>
        <w:t xml:space="preserve">: “This first meeting proved to be very productive. </w:t>
      </w:r>
      <w:r w:rsidR="004D64AC">
        <w:rPr>
          <w:rFonts w:cs="Arial"/>
          <w:sz w:val="24"/>
          <w:szCs w:val="24"/>
          <w:lang w:val="en-US" w:bidi="ar-SA"/>
        </w:rPr>
        <w:t>I</w:t>
      </w:r>
      <w:r>
        <w:rPr>
          <w:rFonts w:cs="Arial"/>
          <w:sz w:val="24"/>
          <w:szCs w:val="24"/>
          <w:lang w:val="en-US" w:bidi="ar-SA"/>
        </w:rPr>
        <w:t xml:space="preserve">mmediately the relevant areas of work </w:t>
      </w:r>
      <w:r w:rsidR="004D64AC">
        <w:rPr>
          <w:rFonts w:cs="Arial"/>
          <w:sz w:val="24"/>
          <w:szCs w:val="24"/>
          <w:lang w:val="en-US" w:bidi="ar-SA"/>
        </w:rPr>
        <w:t xml:space="preserve">were addressed </w:t>
      </w:r>
      <w:r>
        <w:rPr>
          <w:rFonts w:cs="Arial"/>
          <w:sz w:val="24"/>
          <w:szCs w:val="24"/>
          <w:lang w:val="en-US" w:bidi="ar-SA"/>
        </w:rPr>
        <w:t>such as the use of the s</w:t>
      </w:r>
      <w:r w:rsidRPr="008C2E17">
        <w:rPr>
          <w:rFonts w:cs="Arial"/>
          <w:sz w:val="24"/>
          <w:szCs w:val="24"/>
          <w:lang w:val="en-US" w:bidi="ar-SA"/>
        </w:rPr>
        <w:t xml:space="preserve">ensor </w:t>
      </w:r>
      <w:r>
        <w:rPr>
          <w:rFonts w:cs="Arial"/>
          <w:sz w:val="24"/>
          <w:szCs w:val="24"/>
          <w:lang w:val="en-US" w:bidi="ar-SA"/>
        </w:rPr>
        <w:t>interface</w:t>
      </w:r>
      <w:r w:rsidRPr="008C2E17">
        <w:rPr>
          <w:rFonts w:cs="Arial"/>
          <w:sz w:val="24"/>
          <w:szCs w:val="24"/>
          <w:lang w:val="en-US" w:bidi="ar-SA"/>
        </w:rPr>
        <w:t xml:space="preserve"> </w:t>
      </w:r>
      <w:r>
        <w:rPr>
          <w:rFonts w:cs="Arial"/>
          <w:sz w:val="24"/>
          <w:szCs w:val="24"/>
          <w:lang w:val="en-US" w:bidi="ar-SA"/>
        </w:rPr>
        <w:t>s</w:t>
      </w:r>
      <w:r w:rsidRPr="008C2E17">
        <w:rPr>
          <w:rFonts w:cs="Arial"/>
          <w:sz w:val="24"/>
          <w:szCs w:val="24"/>
          <w:lang w:val="en-US" w:bidi="ar-SA"/>
        </w:rPr>
        <w:t>tandard SLVS-EC IF</w:t>
      </w:r>
      <w:r>
        <w:rPr>
          <w:rFonts w:cs="Arial"/>
          <w:sz w:val="24"/>
          <w:szCs w:val="24"/>
          <w:lang w:val="en-US" w:bidi="ar-SA"/>
        </w:rPr>
        <w:t xml:space="preserve">; the kernel side of software; and the user side of software which includes how to link to key elements of the already existing </w:t>
      </w:r>
      <w:proofErr w:type="spellStart"/>
      <w:r>
        <w:rPr>
          <w:rFonts w:cs="Arial"/>
          <w:sz w:val="24"/>
          <w:szCs w:val="24"/>
          <w:lang w:val="en-US" w:bidi="ar-SA"/>
        </w:rPr>
        <w:t>GenICam</w:t>
      </w:r>
      <w:proofErr w:type="spellEnd"/>
      <w:r>
        <w:rPr>
          <w:rFonts w:cs="Arial"/>
          <w:sz w:val="24"/>
          <w:szCs w:val="24"/>
          <w:lang w:val="en-US" w:bidi="ar-SA"/>
        </w:rPr>
        <w:t xml:space="preserve"> standard which is also hosted by the EMVA. One maxim of our work is to </w:t>
      </w:r>
      <w:r w:rsidRPr="00F308B1">
        <w:rPr>
          <w:rFonts w:cs="Arial"/>
          <w:sz w:val="24"/>
          <w:szCs w:val="24"/>
          <w:lang w:val="en-US" w:bidi="ar-SA"/>
        </w:rPr>
        <w:t>achieve plug-and play for embedded cameras</w:t>
      </w:r>
      <w:r>
        <w:rPr>
          <w:rFonts w:cs="Arial"/>
          <w:sz w:val="24"/>
          <w:szCs w:val="24"/>
          <w:lang w:val="en-US" w:bidi="ar-SA"/>
        </w:rPr>
        <w:t xml:space="preserve"> and to provide ease of exchange when using different embedded cameras.” </w:t>
      </w:r>
    </w:p>
    <w:p w14:paraId="76899C06" w14:textId="77777777" w:rsidR="00CF5D40" w:rsidRDefault="00CF5D40" w:rsidP="00CF5D40">
      <w:pPr>
        <w:spacing w:line="360" w:lineRule="auto"/>
        <w:jc w:val="both"/>
        <w:rPr>
          <w:rFonts w:cs="Arial"/>
          <w:sz w:val="24"/>
          <w:szCs w:val="24"/>
          <w:lang w:val="en-US" w:bidi="ar-SA"/>
        </w:rPr>
      </w:pPr>
    </w:p>
    <w:p w14:paraId="3F935626" w14:textId="77777777" w:rsidR="00CF5D40" w:rsidRDefault="00CF5D40" w:rsidP="00CF5D40">
      <w:pPr>
        <w:spacing w:line="360" w:lineRule="auto"/>
        <w:jc w:val="both"/>
        <w:rPr>
          <w:rFonts w:cs="Arial"/>
          <w:sz w:val="24"/>
          <w:szCs w:val="24"/>
          <w:lang w:val="en-US" w:bidi="ar-SA"/>
        </w:rPr>
      </w:pPr>
    </w:p>
    <w:p w14:paraId="125CC84C" w14:textId="77777777" w:rsidR="00CF5D40" w:rsidRDefault="00CF5D40" w:rsidP="00CF5D40">
      <w:pPr>
        <w:spacing w:line="360" w:lineRule="auto"/>
        <w:jc w:val="both"/>
        <w:rPr>
          <w:rFonts w:cs="Arial"/>
          <w:sz w:val="24"/>
          <w:szCs w:val="24"/>
          <w:lang w:val="en-US" w:bidi="ar-SA"/>
        </w:rPr>
      </w:pPr>
    </w:p>
    <w:p w14:paraId="0C7CD2F2" w14:textId="77777777" w:rsidR="00CF5D40" w:rsidRDefault="00CF5D40" w:rsidP="00CF5D40">
      <w:pPr>
        <w:spacing w:line="360" w:lineRule="auto"/>
        <w:jc w:val="both"/>
        <w:rPr>
          <w:rFonts w:cs="Arial"/>
          <w:sz w:val="24"/>
          <w:szCs w:val="24"/>
          <w:lang w:val="en-US" w:bidi="ar-SA"/>
        </w:rPr>
      </w:pPr>
    </w:p>
    <w:p w14:paraId="2BB53E65" w14:textId="77777777" w:rsidR="00CF5D40" w:rsidRDefault="00CF5D40" w:rsidP="00CF5D40">
      <w:pPr>
        <w:spacing w:line="360" w:lineRule="auto"/>
        <w:jc w:val="both"/>
        <w:rPr>
          <w:rFonts w:cs="Arial"/>
          <w:sz w:val="24"/>
          <w:szCs w:val="24"/>
          <w:lang w:val="en-US" w:bidi="ar-SA"/>
        </w:rPr>
      </w:pPr>
    </w:p>
    <w:p w14:paraId="6327702C" w14:textId="77777777" w:rsidR="00CF5D40" w:rsidRDefault="00CF5D40" w:rsidP="00CF5D40">
      <w:pPr>
        <w:spacing w:line="360" w:lineRule="auto"/>
        <w:jc w:val="both"/>
        <w:rPr>
          <w:rFonts w:cs="Arial"/>
          <w:sz w:val="24"/>
          <w:szCs w:val="24"/>
          <w:lang w:val="en-US" w:bidi="ar-SA"/>
        </w:rPr>
      </w:pPr>
    </w:p>
    <w:p w14:paraId="7EDACF4F" w14:textId="77777777" w:rsidR="00CF5D40" w:rsidRDefault="00CF5D40" w:rsidP="00CF5D40">
      <w:pPr>
        <w:spacing w:line="360" w:lineRule="auto"/>
        <w:jc w:val="both"/>
        <w:rPr>
          <w:rFonts w:cs="Arial"/>
          <w:sz w:val="24"/>
          <w:szCs w:val="24"/>
          <w:lang w:val="en-US" w:bidi="ar-SA"/>
        </w:rPr>
      </w:pPr>
    </w:p>
    <w:p w14:paraId="2B50130B" w14:textId="77777777" w:rsidR="00CF5D40" w:rsidRDefault="00CF5D40" w:rsidP="00CF5D40">
      <w:pPr>
        <w:spacing w:line="360" w:lineRule="auto"/>
        <w:jc w:val="both"/>
        <w:rPr>
          <w:rFonts w:cs="Arial"/>
          <w:sz w:val="24"/>
          <w:szCs w:val="24"/>
          <w:lang w:val="en-US" w:bidi="ar-SA"/>
        </w:rPr>
      </w:pPr>
    </w:p>
    <w:p w14:paraId="554D177B" w14:textId="77777777" w:rsidR="00B446AD" w:rsidRPr="00DF7CC0" w:rsidRDefault="00B446AD" w:rsidP="00C15484">
      <w:pPr>
        <w:spacing w:line="360" w:lineRule="auto"/>
        <w:rPr>
          <w:color w:val="000000"/>
          <w:sz w:val="16"/>
          <w:szCs w:val="16"/>
          <w:lang w:val="en-US"/>
        </w:rPr>
      </w:pPr>
    </w:p>
    <w:p w14:paraId="0524ABA9" w14:textId="77777777" w:rsidR="004201A7" w:rsidRPr="00DF7CC0" w:rsidRDefault="004201A7" w:rsidP="00C15484">
      <w:pPr>
        <w:spacing w:line="360" w:lineRule="auto"/>
        <w:rPr>
          <w:color w:val="000000"/>
          <w:sz w:val="16"/>
          <w:szCs w:val="16"/>
          <w:lang w:val="en-US"/>
        </w:rPr>
      </w:pPr>
    </w:p>
    <w:p w14:paraId="098AB715" w14:textId="77777777" w:rsidR="006A5A62" w:rsidRPr="00DF7CC0" w:rsidRDefault="006A5A62" w:rsidP="006A5A62">
      <w:pPr>
        <w:spacing w:line="360" w:lineRule="auto"/>
        <w:rPr>
          <w:rFonts w:cs="Times"/>
          <w:b/>
          <w:color w:val="000000"/>
          <w:sz w:val="18"/>
          <w:szCs w:val="24"/>
          <w:u w:val="single"/>
          <w:lang w:val="en-GB" w:bidi="ar-SA"/>
        </w:rPr>
      </w:pPr>
      <w:r w:rsidRPr="00DF7CC0">
        <w:rPr>
          <w:rFonts w:cs="Times"/>
          <w:b/>
          <w:color w:val="000000"/>
          <w:sz w:val="18"/>
          <w:szCs w:val="24"/>
          <w:u w:val="single"/>
          <w:lang w:val="en-GB" w:bidi="ar-SA"/>
        </w:rPr>
        <w:t>About EMVA:</w:t>
      </w:r>
    </w:p>
    <w:p w14:paraId="299E5B99" w14:textId="23FE5177" w:rsidR="00CA67FA" w:rsidRDefault="00DF7CC0" w:rsidP="00DF7CC0">
      <w:pPr>
        <w:spacing w:before="120" w:line="360" w:lineRule="auto"/>
        <w:rPr>
          <w:rFonts w:cs="Arial"/>
          <w:b/>
          <w:color w:val="000000"/>
          <w:sz w:val="18"/>
          <w:szCs w:val="24"/>
          <w:lang w:val="en-GB" w:bidi="ar-SA"/>
        </w:rPr>
      </w:pPr>
      <w:r w:rsidRPr="00DF7CC0">
        <w:rPr>
          <w:rFonts w:cs="Times"/>
          <w:color w:val="000000"/>
          <w:sz w:val="18"/>
          <w:szCs w:val="24"/>
          <w:lang w:val="en-GB" w:bidi="ar-SA"/>
        </w:rPr>
        <w:t>Founded in May 2003 in Barcelona, the European Machine Vision Association currently has about 120+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p>
    <w:sectPr w:rsidR="00CA67FA" w:rsidSect="00BD18F3">
      <w:headerReference w:type="even" r:id="rId13"/>
      <w:headerReference w:type="default" r:id="rId14"/>
      <w:footerReference w:type="default" r:id="rId15"/>
      <w:headerReference w:type="first" r:id="rId16"/>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86866E" w14:textId="77777777" w:rsidR="008B0C2C" w:rsidRDefault="008B0C2C">
      <w:r>
        <w:separator/>
      </w:r>
    </w:p>
  </w:endnote>
  <w:endnote w:type="continuationSeparator" w:id="0">
    <w:p w14:paraId="7596CEDA" w14:textId="77777777" w:rsidR="008B0C2C" w:rsidRDefault="008B0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61A34" w14:textId="77777777"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14:paraId="3786FDFE" w14:textId="77777777" w:rsidTr="003A1B4C">
      <w:trPr>
        <w:trHeight w:val="20"/>
      </w:trPr>
      <w:tc>
        <w:tcPr>
          <w:tcW w:w="3213" w:type="dxa"/>
        </w:tcPr>
        <w:p w14:paraId="4C381FDF" w14:textId="77777777" w:rsidR="005A2401" w:rsidRDefault="005A2401" w:rsidP="005A2401">
          <w:pPr>
            <w:rPr>
              <w:noProof/>
              <w:sz w:val="14"/>
              <w:szCs w:val="14"/>
              <w:lang w:val="it-IT"/>
            </w:rPr>
          </w:pPr>
        </w:p>
      </w:tc>
      <w:tc>
        <w:tcPr>
          <w:tcW w:w="3450" w:type="dxa"/>
        </w:tcPr>
        <w:p w14:paraId="202B85D4" w14:textId="77777777" w:rsidR="005A2401" w:rsidRPr="0070422F" w:rsidRDefault="005A2401" w:rsidP="005A2401">
          <w:pPr>
            <w:rPr>
              <w:sz w:val="14"/>
              <w:szCs w:val="14"/>
              <w:lang w:val="en-US"/>
            </w:rPr>
          </w:pPr>
        </w:p>
      </w:tc>
      <w:tc>
        <w:tcPr>
          <w:tcW w:w="2976" w:type="dxa"/>
        </w:tcPr>
        <w:p w14:paraId="40B9EB5C" w14:textId="77777777" w:rsidR="005A2401" w:rsidRDefault="005A2401" w:rsidP="005A2401">
          <w:pPr>
            <w:tabs>
              <w:tab w:val="left" w:pos="1276"/>
            </w:tabs>
            <w:rPr>
              <w:noProof/>
              <w:sz w:val="14"/>
              <w:szCs w:val="14"/>
              <w:lang w:val="en-US"/>
            </w:rPr>
          </w:pPr>
        </w:p>
      </w:tc>
    </w:tr>
    <w:tr w:rsidR="005A2401" w:rsidRPr="00492CDA" w14:paraId="7308E80E" w14:textId="77777777" w:rsidTr="003A1B4C">
      <w:tc>
        <w:tcPr>
          <w:tcW w:w="3213" w:type="dxa"/>
        </w:tcPr>
        <w:p w14:paraId="3342D9C8" w14:textId="77777777" w:rsidR="003F6A93" w:rsidRPr="003F6A93" w:rsidRDefault="003F6A93" w:rsidP="003F6A93">
          <w:pPr>
            <w:rPr>
              <w:noProof/>
              <w:sz w:val="14"/>
              <w:szCs w:val="14"/>
              <w:lang w:val="it-IT"/>
            </w:rPr>
          </w:pPr>
          <w:r w:rsidRPr="003F6A93">
            <w:rPr>
              <w:noProof/>
              <w:sz w:val="14"/>
              <w:szCs w:val="14"/>
              <w:lang w:val="it-IT"/>
            </w:rPr>
            <w:t>European Machine Vision Association</w:t>
          </w:r>
        </w:p>
        <w:p w14:paraId="26A9A8FF" w14:textId="77777777" w:rsidR="003F6A93" w:rsidRPr="003F6A93" w:rsidRDefault="003F6A93" w:rsidP="003F6A93">
          <w:pPr>
            <w:rPr>
              <w:noProof/>
              <w:sz w:val="14"/>
              <w:szCs w:val="14"/>
              <w:lang w:val="it-IT"/>
            </w:rPr>
          </w:pPr>
          <w:r w:rsidRPr="003F6A93">
            <w:rPr>
              <w:noProof/>
              <w:sz w:val="14"/>
              <w:szCs w:val="14"/>
              <w:lang w:val="it-IT"/>
            </w:rPr>
            <w:t>Gran Vía de Carles III 84 (planta 3a)</w:t>
          </w:r>
        </w:p>
        <w:p w14:paraId="55C50239" w14:textId="77777777" w:rsidR="003F6A93" w:rsidRPr="003F6A93" w:rsidRDefault="003F6A93" w:rsidP="003F6A93">
          <w:pPr>
            <w:rPr>
              <w:noProof/>
              <w:sz w:val="14"/>
              <w:szCs w:val="14"/>
              <w:lang w:val="it-IT"/>
            </w:rPr>
          </w:pPr>
          <w:r w:rsidRPr="003F6A93">
            <w:rPr>
              <w:noProof/>
              <w:sz w:val="14"/>
              <w:szCs w:val="14"/>
              <w:lang w:val="it-IT"/>
            </w:rPr>
            <w:t>08028 Barcelona</w:t>
          </w:r>
        </w:p>
        <w:p w14:paraId="2ACFC35A" w14:textId="01F31868" w:rsidR="005A2401" w:rsidRPr="008A12C0" w:rsidRDefault="003F6A93" w:rsidP="003F6A93">
          <w:pPr>
            <w:rPr>
              <w:rFonts w:cs="Arial"/>
              <w:sz w:val="14"/>
              <w:lang w:val="fr-FR" w:bidi="ar-SA"/>
            </w:rPr>
          </w:pPr>
          <w:r w:rsidRPr="003F6A93">
            <w:rPr>
              <w:noProof/>
              <w:sz w:val="14"/>
              <w:szCs w:val="14"/>
              <w:lang w:val="it-IT"/>
            </w:rPr>
            <w:t>Spain</w:t>
          </w:r>
        </w:p>
      </w:tc>
      <w:tc>
        <w:tcPr>
          <w:tcW w:w="3450" w:type="dxa"/>
        </w:tcPr>
        <w:p w14:paraId="5897E12C" w14:textId="77777777" w:rsidR="003F6A93" w:rsidRPr="003F6A93" w:rsidRDefault="003F6A93" w:rsidP="003F6A93">
          <w:pPr>
            <w:tabs>
              <w:tab w:val="left" w:pos="756"/>
            </w:tabs>
            <w:rPr>
              <w:sz w:val="14"/>
              <w:szCs w:val="14"/>
            </w:rPr>
          </w:pPr>
          <w:r w:rsidRPr="003F6A93">
            <w:rPr>
              <w:sz w:val="14"/>
              <w:szCs w:val="14"/>
            </w:rPr>
            <w:t>Bank</w:t>
          </w:r>
          <w:r w:rsidRPr="003F6A93">
            <w:rPr>
              <w:sz w:val="14"/>
              <w:szCs w:val="14"/>
            </w:rPr>
            <w:tab/>
          </w:r>
          <w:proofErr w:type="spellStart"/>
          <w:r w:rsidRPr="003F6A93">
            <w:rPr>
              <w:sz w:val="14"/>
              <w:szCs w:val="14"/>
            </w:rPr>
            <w:t>Banc</w:t>
          </w:r>
          <w:proofErr w:type="spellEnd"/>
          <w:r w:rsidRPr="003F6A93">
            <w:rPr>
              <w:sz w:val="14"/>
              <w:szCs w:val="14"/>
            </w:rPr>
            <w:t xml:space="preserve"> Sabadell</w:t>
          </w:r>
        </w:p>
        <w:p w14:paraId="55A63784" w14:textId="77777777" w:rsidR="003F6A93" w:rsidRPr="003F6A93" w:rsidRDefault="003F6A93" w:rsidP="003F6A93">
          <w:pPr>
            <w:tabs>
              <w:tab w:val="left" w:pos="756"/>
            </w:tabs>
            <w:rPr>
              <w:sz w:val="14"/>
              <w:szCs w:val="14"/>
            </w:rPr>
          </w:pPr>
          <w:r w:rsidRPr="003F6A93">
            <w:rPr>
              <w:sz w:val="14"/>
              <w:szCs w:val="14"/>
            </w:rPr>
            <w:t>Swift/BIC</w:t>
          </w:r>
          <w:r w:rsidRPr="003F6A93">
            <w:rPr>
              <w:sz w:val="14"/>
              <w:szCs w:val="14"/>
            </w:rPr>
            <w:tab/>
            <w:t>BSAB ESBB</w:t>
          </w:r>
        </w:p>
        <w:p w14:paraId="64AC9752" w14:textId="77777777" w:rsidR="003F6A93" w:rsidRPr="003F6A93" w:rsidRDefault="003F6A93" w:rsidP="003F6A93">
          <w:pPr>
            <w:tabs>
              <w:tab w:val="left" w:pos="756"/>
            </w:tabs>
            <w:rPr>
              <w:sz w:val="14"/>
              <w:szCs w:val="14"/>
            </w:rPr>
          </w:pPr>
          <w:r w:rsidRPr="003F6A93">
            <w:rPr>
              <w:sz w:val="14"/>
              <w:szCs w:val="14"/>
            </w:rPr>
            <w:t>IBAN</w:t>
          </w:r>
          <w:r w:rsidRPr="003F6A93">
            <w:rPr>
              <w:sz w:val="14"/>
              <w:szCs w:val="14"/>
            </w:rPr>
            <w:tab/>
            <w:t>ES60 0081 0114 4400 0143 8347</w:t>
          </w:r>
        </w:p>
        <w:p w14:paraId="7F86285C" w14:textId="517E553E" w:rsidR="005A2401" w:rsidRPr="00554C82" w:rsidRDefault="003F6A93" w:rsidP="003F6A93">
          <w:pPr>
            <w:tabs>
              <w:tab w:val="left" w:pos="756"/>
            </w:tabs>
            <w:rPr>
              <w:rFonts w:cs="Arial"/>
              <w:sz w:val="14"/>
              <w:szCs w:val="14"/>
              <w:lang w:bidi="ar-SA"/>
            </w:rPr>
          </w:pPr>
          <w:r w:rsidRPr="003F6A93">
            <w:rPr>
              <w:sz w:val="14"/>
              <w:szCs w:val="14"/>
            </w:rPr>
            <w:t>VAT ID</w:t>
          </w:r>
          <w:r w:rsidRPr="003F6A93">
            <w:rPr>
              <w:sz w:val="14"/>
              <w:szCs w:val="14"/>
            </w:rPr>
            <w:tab/>
            <w:t>ES-G65854242</w:t>
          </w:r>
        </w:p>
      </w:tc>
      <w:tc>
        <w:tcPr>
          <w:tcW w:w="2976" w:type="dxa"/>
        </w:tcPr>
        <w:p w14:paraId="526D17AD" w14:textId="77777777" w:rsidR="003F6A93" w:rsidRPr="003F6A93" w:rsidRDefault="003F6A93" w:rsidP="003F6A93">
          <w:pPr>
            <w:tabs>
              <w:tab w:val="left" w:pos="1371"/>
            </w:tabs>
            <w:rPr>
              <w:noProof/>
              <w:sz w:val="14"/>
              <w:szCs w:val="14"/>
              <w:lang w:val="en-US"/>
            </w:rPr>
          </w:pPr>
          <w:r w:rsidRPr="003F6A93">
            <w:rPr>
              <w:noProof/>
              <w:sz w:val="14"/>
              <w:szCs w:val="14"/>
              <w:lang w:val="en-US"/>
            </w:rPr>
            <w:t>President</w:t>
          </w:r>
          <w:r w:rsidRPr="003F6A93">
            <w:rPr>
              <w:noProof/>
              <w:sz w:val="14"/>
              <w:szCs w:val="14"/>
              <w:lang w:val="en-US"/>
            </w:rPr>
            <w:tab/>
            <w:t>Jochem Herrmann</w:t>
          </w:r>
        </w:p>
        <w:p w14:paraId="3E322BE1" w14:textId="77777777" w:rsidR="003F6A93" w:rsidRPr="003F6A93" w:rsidRDefault="003F6A93" w:rsidP="003F6A93">
          <w:pPr>
            <w:tabs>
              <w:tab w:val="left" w:pos="1371"/>
            </w:tabs>
            <w:rPr>
              <w:noProof/>
              <w:sz w:val="14"/>
              <w:szCs w:val="14"/>
              <w:lang w:val="en-US"/>
            </w:rPr>
          </w:pPr>
          <w:r w:rsidRPr="003F6A93">
            <w:rPr>
              <w:noProof/>
              <w:sz w:val="14"/>
              <w:szCs w:val="14"/>
              <w:lang w:val="en-US"/>
            </w:rPr>
            <w:t>General Secretary</w:t>
          </w:r>
          <w:r w:rsidRPr="003F6A93">
            <w:rPr>
              <w:noProof/>
              <w:sz w:val="14"/>
              <w:szCs w:val="14"/>
              <w:lang w:val="en-US"/>
            </w:rPr>
            <w:tab/>
            <w:t>Thomas Lübkemeier</w:t>
          </w:r>
        </w:p>
        <w:p w14:paraId="55C83131" w14:textId="77777777" w:rsidR="003F6A93" w:rsidRPr="003F6A93" w:rsidRDefault="003F6A93" w:rsidP="003F6A93">
          <w:pPr>
            <w:tabs>
              <w:tab w:val="left" w:pos="1371"/>
            </w:tabs>
            <w:rPr>
              <w:noProof/>
              <w:sz w:val="14"/>
              <w:szCs w:val="14"/>
              <w:lang w:val="en-US"/>
            </w:rPr>
          </w:pPr>
          <w:r w:rsidRPr="003F6A93">
            <w:rPr>
              <w:noProof/>
              <w:sz w:val="14"/>
              <w:szCs w:val="14"/>
              <w:lang w:val="en-US"/>
            </w:rPr>
            <w:t>E-mail</w:t>
          </w:r>
          <w:r w:rsidRPr="003F6A93">
            <w:rPr>
              <w:noProof/>
              <w:sz w:val="14"/>
              <w:szCs w:val="14"/>
              <w:lang w:val="en-US"/>
            </w:rPr>
            <w:tab/>
            <w:t>info@emva.org</w:t>
          </w:r>
        </w:p>
        <w:p w14:paraId="58C75B5D" w14:textId="7C13FF9C" w:rsidR="005A2401" w:rsidRPr="00554C82" w:rsidRDefault="003F6A93" w:rsidP="003F6A93">
          <w:pPr>
            <w:tabs>
              <w:tab w:val="left" w:pos="1371"/>
            </w:tabs>
            <w:rPr>
              <w:noProof/>
              <w:sz w:val="14"/>
              <w:szCs w:val="14"/>
              <w:lang w:val="en-GB"/>
            </w:rPr>
          </w:pPr>
          <w:r w:rsidRPr="003F6A93">
            <w:rPr>
              <w:noProof/>
              <w:sz w:val="14"/>
              <w:szCs w:val="14"/>
              <w:lang w:val="en-US"/>
            </w:rPr>
            <w:t>Internet</w:t>
          </w:r>
          <w:r w:rsidRPr="003F6A93">
            <w:rPr>
              <w:noProof/>
              <w:sz w:val="14"/>
              <w:szCs w:val="14"/>
              <w:lang w:val="en-US"/>
            </w:rPr>
            <w:tab/>
            <w:t>www.emva.org</w:t>
          </w:r>
        </w:p>
      </w:tc>
    </w:tr>
  </w:tbl>
  <w:p w14:paraId="37BB6928" w14:textId="77777777" w:rsidR="005A2401" w:rsidRPr="000777AE" w:rsidRDefault="005A2401"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078C4" w14:textId="7196CD3D"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00E07EF0" w:rsidRPr="00113CBB">
      <w:rPr>
        <w:sz w:val="20"/>
        <w:szCs w:val="20"/>
      </w:rPr>
      <w:fldChar w:fldCharType="begin"/>
    </w:r>
    <w:r w:rsidRPr="00113CBB">
      <w:rPr>
        <w:sz w:val="20"/>
        <w:szCs w:val="20"/>
      </w:rPr>
      <w:instrText xml:space="preserve"> PAGE   \* MERGEFORMAT </w:instrText>
    </w:r>
    <w:r w:rsidR="00E07EF0" w:rsidRPr="00113CBB">
      <w:rPr>
        <w:sz w:val="20"/>
        <w:szCs w:val="20"/>
      </w:rPr>
      <w:fldChar w:fldCharType="separate"/>
    </w:r>
    <w:r w:rsidR="00492CDA">
      <w:rPr>
        <w:noProof/>
        <w:sz w:val="20"/>
        <w:szCs w:val="20"/>
      </w:rPr>
      <w:t>2</w:t>
    </w:r>
    <w:r w:rsidR="00E07EF0"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957426" w14:textId="77777777" w:rsidR="008B0C2C" w:rsidRDefault="008B0C2C">
      <w:r>
        <w:separator/>
      </w:r>
    </w:p>
  </w:footnote>
  <w:footnote w:type="continuationSeparator" w:id="0">
    <w:p w14:paraId="3618FA4A" w14:textId="77777777" w:rsidR="008B0C2C" w:rsidRDefault="008B0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CCCFB" w14:textId="7AEEC405" w:rsidR="00136F29" w:rsidRDefault="00136F2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853EB" w14:textId="34E2F811" w:rsidR="00136F29" w:rsidRDefault="00136F2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157B3" w14:textId="3E631A25"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406E9E57" wp14:editId="6EBD5043">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14:paraId="560E2E77" w14:textId="77777777" w:rsidR="005A2401" w:rsidRDefault="005A2401">
    <w:pPr>
      <w:pStyle w:val="Kopfzeile"/>
    </w:pPr>
  </w:p>
  <w:p w14:paraId="79196D29" w14:textId="77777777" w:rsidR="005A2401" w:rsidRDefault="005A2401">
    <w:pPr>
      <w:pStyle w:val="Kopfzeile"/>
    </w:pPr>
  </w:p>
  <w:p w14:paraId="5F7DA73E" w14:textId="77777777" w:rsidR="005A2401" w:rsidRDefault="005A2401">
    <w:pPr>
      <w:pStyle w:val="Kopfzeile"/>
    </w:pPr>
  </w:p>
  <w:p w14:paraId="7285DE58" w14:textId="77777777" w:rsidR="005A2401" w:rsidRDefault="005A2401"/>
  <w:p w14:paraId="14AFDA98" w14:textId="77777777" w:rsidR="005A2401" w:rsidRDefault="005A2401"/>
  <w:p w14:paraId="3961C02D" w14:textId="77777777" w:rsidR="005A2401" w:rsidRPr="000777AE" w:rsidRDefault="005A2401">
    <w:pP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007F" w14:textId="55C60BC4" w:rsidR="005A2401" w:rsidRDefault="005A2401">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BD7DA" w14:textId="29BE3C8B" w:rsidR="005A2401" w:rsidRDefault="005A2401">
    <w:pPr>
      <w:pStyle w:val="Kopfzeile"/>
    </w:pPr>
    <w:r w:rsidRPr="00480CB9">
      <w:rPr>
        <w:noProof/>
        <w:lang w:bidi="ar-SA"/>
      </w:rPr>
      <w:drawing>
        <wp:anchor distT="0" distB="0" distL="114300" distR="114300" simplePos="0" relativeHeight="251660288" behindDoc="1" locked="0" layoutInCell="1" allowOverlap="1" wp14:anchorId="6FBD0051" wp14:editId="40C2058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40EA0" w14:textId="02536E95"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503521F"/>
    <w:multiLevelType w:val="hybridMultilevel"/>
    <w:tmpl w:val="C4766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3">
    <w:nsid w:val="59D342B3"/>
    <w:multiLevelType w:val="hybridMultilevel"/>
    <w:tmpl w:val="3E00DC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5043"/>
    <w:rsid w:val="000116B1"/>
    <w:rsid w:val="000122D8"/>
    <w:rsid w:val="0002070D"/>
    <w:rsid w:val="0002179E"/>
    <w:rsid w:val="00027E31"/>
    <w:rsid w:val="00032F04"/>
    <w:rsid w:val="00033BC3"/>
    <w:rsid w:val="000352AC"/>
    <w:rsid w:val="00040996"/>
    <w:rsid w:val="00045948"/>
    <w:rsid w:val="00050242"/>
    <w:rsid w:val="00054DB2"/>
    <w:rsid w:val="00062E57"/>
    <w:rsid w:val="00063528"/>
    <w:rsid w:val="00064BAC"/>
    <w:rsid w:val="0006661E"/>
    <w:rsid w:val="00072F23"/>
    <w:rsid w:val="000777AE"/>
    <w:rsid w:val="00085C90"/>
    <w:rsid w:val="00087217"/>
    <w:rsid w:val="0009031C"/>
    <w:rsid w:val="00093E23"/>
    <w:rsid w:val="000A08BD"/>
    <w:rsid w:val="000A326A"/>
    <w:rsid w:val="000C697E"/>
    <w:rsid w:val="000D1963"/>
    <w:rsid w:val="000D36AF"/>
    <w:rsid w:val="000E5E02"/>
    <w:rsid w:val="000E6129"/>
    <w:rsid w:val="000E663E"/>
    <w:rsid w:val="000E7E02"/>
    <w:rsid w:val="000F1AD1"/>
    <w:rsid w:val="000F2977"/>
    <w:rsid w:val="0011317C"/>
    <w:rsid w:val="00113CBB"/>
    <w:rsid w:val="00121F77"/>
    <w:rsid w:val="00124C6D"/>
    <w:rsid w:val="00136F29"/>
    <w:rsid w:val="00137A86"/>
    <w:rsid w:val="00137C12"/>
    <w:rsid w:val="0014044D"/>
    <w:rsid w:val="0014492A"/>
    <w:rsid w:val="00150878"/>
    <w:rsid w:val="0015479A"/>
    <w:rsid w:val="00161097"/>
    <w:rsid w:val="001634DA"/>
    <w:rsid w:val="001712EB"/>
    <w:rsid w:val="00174DB8"/>
    <w:rsid w:val="001813FC"/>
    <w:rsid w:val="001A3F1F"/>
    <w:rsid w:val="001A7622"/>
    <w:rsid w:val="001B0F9B"/>
    <w:rsid w:val="001B374E"/>
    <w:rsid w:val="001B4074"/>
    <w:rsid w:val="001B6FDC"/>
    <w:rsid w:val="001B7B87"/>
    <w:rsid w:val="001C4426"/>
    <w:rsid w:val="001D6F67"/>
    <w:rsid w:val="001E1075"/>
    <w:rsid w:val="001E109A"/>
    <w:rsid w:val="001E159D"/>
    <w:rsid w:val="001E2C9C"/>
    <w:rsid w:val="001E3349"/>
    <w:rsid w:val="001E7A7C"/>
    <w:rsid w:val="001F3E4C"/>
    <w:rsid w:val="001F4805"/>
    <w:rsid w:val="002307BD"/>
    <w:rsid w:val="002316A7"/>
    <w:rsid w:val="00241492"/>
    <w:rsid w:val="002425DA"/>
    <w:rsid w:val="002526B5"/>
    <w:rsid w:val="00254203"/>
    <w:rsid w:val="00262A84"/>
    <w:rsid w:val="00266CFB"/>
    <w:rsid w:val="00267826"/>
    <w:rsid w:val="00274268"/>
    <w:rsid w:val="00277AB3"/>
    <w:rsid w:val="00281D9C"/>
    <w:rsid w:val="00285D78"/>
    <w:rsid w:val="0029522E"/>
    <w:rsid w:val="002A184A"/>
    <w:rsid w:val="002A32B1"/>
    <w:rsid w:val="002B1D74"/>
    <w:rsid w:val="002C6AA6"/>
    <w:rsid w:val="002C7D57"/>
    <w:rsid w:val="002D271C"/>
    <w:rsid w:val="002E766A"/>
    <w:rsid w:val="002F324D"/>
    <w:rsid w:val="002F32A9"/>
    <w:rsid w:val="003018C0"/>
    <w:rsid w:val="00316675"/>
    <w:rsid w:val="00316EDE"/>
    <w:rsid w:val="003308F4"/>
    <w:rsid w:val="00335048"/>
    <w:rsid w:val="00343D77"/>
    <w:rsid w:val="00356ABF"/>
    <w:rsid w:val="00356E38"/>
    <w:rsid w:val="00362467"/>
    <w:rsid w:val="003631C3"/>
    <w:rsid w:val="003632BD"/>
    <w:rsid w:val="00370D8E"/>
    <w:rsid w:val="00371D0E"/>
    <w:rsid w:val="003724CB"/>
    <w:rsid w:val="0037532F"/>
    <w:rsid w:val="003937E4"/>
    <w:rsid w:val="0039444D"/>
    <w:rsid w:val="00394659"/>
    <w:rsid w:val="003A0083"/>
    <w:rsid w:val="003A169A"/>
    <w:rsid w:val="003A1B4C"/>
    <w:rsid w:val="003A328A"/>
    <w:rsid w:val="003B55A0"/>
    <w:rsid w:val="003B601A"/>
    <w:rsid w:val="003B7DDB"/>
    <w:rsid w:val="003C2393"/>
    <w:rsid w:val="003D1971"/>
    <w:rsid w:val="003D5B80"/>
    <w:rsid w:val="003E1BB6"/>
    <w:rsid w:val="003F427C"/>
    <w:rsid w:val="003F487C"/>
    <w:rsid w:val="003F5C1D"/>
    <w:rsid w:val="003F6A93"/>
    <w:rsid w:val="003F6DBE"/>
    <w:rsid w:val="004026AF"/>
    <w:rsid w:val="00405B60"/>
    <w:rsid w:val="00413F09"/>
    <w:rsid w:val="004201A7"/>
    <w:rsid w:val="00423714"/>
    <w:rsid w:val="00431CE6"/>
    <w:rsid w:val="00432468"/>
    <w:rsid w:val="0044072F"/>
    <w:rsid w:val="00442F5F"/>
    <w:rsid w:val="0045643A"/>
    <w:rsid w:val="00460BF4"/>
    <w:rsid w:val="00471DED"/>
    <w:rsid w:val="0047573C"/>
    <w:rsid w:val="00475928"/>
    <w:rsid w:val="00480CB9"/>
    <w:rsid w:val="00483A12"/>
    <w:rsid w:val="00484A66"/>
    <w:rsid w:val="004868B1"/>
    <w:rsid w:val="00486906"/>
    <w:rsid w:val="00492CDA"/>
    <w:rsid w:val="00493215"/>
    <w:rsid w:val="004A13BC"/>
    <w:rsid w:val="004A423F"/>
    <w:rsid w:val="004B0226"/>
    <w:rsid w:val="004B21C1"/>
    <w:rsid w:val="004B2B2E"/>
    <w:rsid w:val="004C29CF"/>
    <w:rsid w:val="004D1D4C"/>
    <w:rsid w:val="004D64AC"/>
    <w:rsid w:val="004D6CDF"/>
    <w:rsid w:val="004E44E2"/>
    <w:rsid w:val="004E7F14"/>
    <w:rsid w:val="004F5674"/>
    <w:rsid w:val="004F6E0C"/>
    <w:rsid w:val="00522298"/>
    <w:rsid w:val="00523FC5"/>
    <w:rsid w:val="00524838"/>
    <w:rsid w:val="00543174"/>
    <w:rsid w:val="00554C82"/>
    <w:rsid w:val="00555C61"/>
    <w:rsid w:val="00555F07"/>
    <w:rsid w:val="005715D6"/>
    <w:rsid w:val="00574188"/>
    <w:rsid w:val="00582A7C"/>
    <w:rsid w:val="00594713"/>
    <w:rsid w:val="005A1CB9"/>
    <w:rsid w:val="005A2401"/>
    <w:rsid w:val="005A3DEA"/>
    <w:rsid w:val="005A4B20"/>
    <w:rsid w:val="005A6FC7"/>
    <w:rsid w:val="005B0A4F"/>
    <w:rsid w:val="005B3FA7"/>
    <w:rsid w:val="005B4AB1"/>
    <w:rsid w:val="005C0EB8"/>
    <w:rsid w:val="005C1BBE"/>
    <w:rsid w:val="005C3062"/>
    <w:rsid w:val="005E21DF"/>
    <w:rsid w:val="005E4DDC"/>
    <w:rsid w:val="005E5FFD"/>
    <w:rsid w:val="005E6FBE"/>
    <w:rsid w:val="005E7F11"/>
    <w:rsid w:val="005F6316"/>
    <w:rsid w:val="005F7D19"/>
    <w:rsid w:val="006004DF"/>
    <w:rsid w:val="006335B3"/>
    <w:rsid w:val="00634A80"/>
    <w:rsid w:val="0064676E"/>
    <w:rsid w:val="00654520"/>
    <w:rsid w:val="00655CFC"/>
    <w:rsid w:val="00662602"/>
    <w:rsid w:val="00664084"/>
    <w:rsid w:val="0066427B"/>
    <w:rsid w:val="00675663"/>
    <w:rsid w:val="0067780C"/>
    <w:rsid w:val="00683116"/>
    <w:rsid w:val="0068547C"/>
    <w:rsid w:val="00687925"/>
    <w:rsid w:val="0069091A"/>
    <w:rsid w:val="006946C0"/>
    <w:rsid w:val="00696A31"/>
    <w:rsid w:val="00697DA1"/>
    <w:rsid w:val="006A23DB"/>
    <w:rsid w:val="006A5A62"/>
    <w:rsid w:val="006A6F40"/>
    <w:rsid w:val="006B2D9B"/>
    <w:rsid w:val="006C2BCB"/>
    <w:rsid w:val="006D16DC"/>
    <w:rsid w:val="006E5443"/>
    <w:rsid w:val="006F438C"/>
    <w:rsid w:val="006F5871"/>
    <w:rsid w:val="0070422F"/>
    <w:rsid w:val="00706CE1"/>
    <w:rsid w:val="00711667"/>
    <w:rsid w:val="00714CD0"/>
    <w:rsid w:val="00715AF1"/>
    <w:rsid w:val="00720403"/>
    <w:rsid w:val="0072457C"/>
    <w:rsid w:val="0073219D"/>
    <w:rsid w:val="00751CA5"/>
    <w:rsid w:val="00754A98"/>
    <w:rsid w:val="00761FD2"/>
    <w:rsid w:val="007666CE"/>
    <w:rsid w:val="00770CE7"/>
    <w:rsid w:val="00772B55"/>
    <w:rsid w:val="00792090"/>
    <w:rsid w:val="0079744F"/>
    <w:rsid w:val="007A27E6"/>
    <w:rsid w:val="007B2194"/>
    <w:rsid w:val="007B2F9F"/>
    <w:rsid w:val="007B4F94"/>
    <w:rsid w:val="007B5BF5"/>
    <w:rsid w:val="007B622D"/>
    <w:rsid w:val="007C2880"/>
    <w:rsid w:val="007C48CA"/>
    <w:rsid w:val="007F450D"/>
    <w:rsid w:val="007F7937"/>
    <w:rsid w:val="00803565"/>
    <w:rsid w:val="00813BED"/>
    <w:rsid w:val="00816168"/>
    <w:rsid w:val="0082402C"/>
    <w:rsid w:val="00830185"/>
    <w:rsid w:val="0083370B"/>
    <w:rsid w:val="00833984"/>
    <w:rsid w:val="0084448A"/>
    <w:rsid w:val="00856ED9"/>
    <w:rsid w:val="008614A8"/>
    <w:rsid w:val="008655FD"/>
    <w:rsid w:val="00887EFA"/>
    <w:rsid w:val="00895BC8"/>
    <w:rsid w:val="00896515"/>
    <w:rsid w:val="008966C5"/>
    <w:rsid w:val="008A12C0"/>
    <w:rsid w:val="008A5B00"/>
    <w:rsid w:val="008B0C2C"/>
    <w:rsid w:val="008B24FB"/>
    <w:rsid w:val="008C193C"/>
    <w:rsid w:val="008C2E17"/>
    <w:rsid w:val="008C7276"/>
    <w:rsid w:val="008D5F0B"/>
    <w:rsid w:val="008D62B9"/>
    <w:rsid w:val="008E2406"/>
    <w:rsid w:val="008F21F0"/>
    <w:rsid w:val="008F3D3D"/>
    <w:rsid w:val="0090191C"/>
    <w:rsid w:val="00901FD6"/>
    <w:rsid w:val="00903222"/>
    <w:rsid w:val="00915913"/>
    <w:rsid w:val="00920095"/>
    <w:rsid w:val="00921893"/>
    <w:rsid w:val="009451DD"/>
    <w:rsid w:val="0095182B"/>
    <w:rsid w:val="00975783"/>
    <w:rsid w:val="009801DE"/>
    <w:rsid w:val="00981CA7"/>
    <w:rsid w:val="00984E90"/>
    <w:rsid w:val="00994E8B"/>
    <w:rsid w:val="00996CCF"/>
    <w:rsid w:val="009A15AD"/>
    <w:rsid w:val="009B0BC7"/>
    <w:rsid w:val="009B306E"/>
    <w:rsid w:val="009C5D07"/>
    <w:rsid w:val="009D11B0"/>
    <w:rsid w:val="009D3798"/>
    <w:rsid w:val="009D690D"/>
    <w:rsid w:val="009F2B88"/>
    <w:rsid w:val="009F3A7B"/>
    <w:rsid w:val="009F4430"/>
    <w:rsid w:val="00A122D4"/>
    <w:rsid w:val="00A13B4D"/>
    <w:rsid w:val="00A22176"/>
    <w:rsid w:val="00A24B70"/>
    <w:rsid w:val="00A3204E"/>
    <w:rsid w:val="00A34BD2"/>
    <w:rsid w:val="00A34FA1"/>
    <w:rsid w:val="00A373F0"/>
    <w:rsid w:val="00A40DE1"/>
    <w:rsid w:val="00A61010"/>
    <w:rsid w:val="00A62906"/>
    <w:rsid w:val="00A720EE"/>
    <w:rsid w:val="00A72139"/>
    <w:rsid w:val="00A7383F"/>
    <w:rsid w:val="00A8709F"/>
    <w:rsid w:val="00A93A82"/>
    <w:rsid w:val="00A97A3F"/>
    <w:rsid w:val="00AA3D48"/>
    <w:rsid w:val="00AB0A47"/>
    <w:rsid w:val="00AB32C2"/>
    <w:rsid w:val="00AB4997"/>
    <w:rsid w:val="00AC578E"/>
    <w:rsid w:val="00AD017E"/>
    <w:rsid w:val="00AD2BC1"/>
    <w:rsid w:val="00AD417D"/>
    <w:rsid w:val="00AF2E5A"/>
    <w:rsid w:val="00AF2E88"/>
    <w:rsid w:val="00AF3E40"/>
    <w:rsid w:val="00B11602"/>
    <w:rsid w:val="00B1465C"/>
    <w:rsid w:val="00B17439"/>
    <w:rsid w:val="00B446AD"/>
    <w:rsid w:val="00B473FA"/>
    <w:rsid w:val="00B6599D"/>
    <w:rsid w:val="00B67685"/>
    <w:rsid w:val="00B67E29"/>
    <w:rsid w:val="00B75BC8"/>
    <w:rsid w:val="00B80FEE"/>
    <w:rsid w:val="00B850C6"/>
    <w:rsid w:val="00B97CD7"/>
    <w:rsid w:val="00BA081E"/>
    <w:rsid w:val="00BB0968"/>
    <w:rsid w:val="00BB3337"/>
    <w:rsid w:val="00BB3956"/>
    <w:rsid w:val="00BB74B2"/>
    <w:rsid w:val="00BC635C"/>
    <w:rsid w:val="00BC6ECC"/>
    <w:rsid w:val="00BD18F3"/>
    <w:rsid w:val="00BD6FFD"/>
    <w:rsid w:val="00BF0885"/>
    <w:rsid w:val="00C102E8"/>
    <w:rsid w:val="00C15484"/>
    <w:rsid w:val="00C16D9E"/>
    <w:rsid w:val="00C25CBF"/>
    <w:rsid w:val="00C30238"/>
    <w:rsid w:val="00C4348F"/>
    <w:rsid w:val="00C47A5F"/>
    <w:rsid w:val="00C56ED1"/>
    <w:rsid w:val="00C800A4"/>
    <w:rsid w:val="00C8489E"/>
    <w:rsid w:val="00C84EA8"/>
    <w:rsid w:val="00C925B0"/>
    <w:rsid w:val="00C92C55"/>
    <w:rsid w:val="00C952D4"/>
    <w:rsid w:val="00CA292F"/>
    <w:rsid w:val="00CA67FA"/>
    <w:rsid w:val="00CA771B"/>
    <w:rsid w:val="00CB2518"/>
    <w:rsid w:val="00CC55E8"/>
    <w:rsid w:val="00CC6624"/>
    <w:rsid w:val="00CD3C88"/>
    <w:rsid w:val="00CE1924"/>
    <w:rsid w:val="00CE1EFA"/>
    <w:rsid w:val="00CE3694"/>
    <w:rsid w:val="00CE3E87"/>
    <w:rsid w:val="00CE6277"/>
    <w:rsid w:val="00CF5D40"/>
    <w:rsid w:val="00D02602"/>
    <w:rsid w:val="00D14870"/>
    <w:rsid w:val="00D259C3"/>
    <w:rsid w:val="00D30B6F"/>
    <w:rsid w:val="00D32763"/>
    <w:rsid w:val="00D35142"/>
    <w:rsid w:val="00D44A8E"/>
    <w:rsid w:val="00D461D9"/>
    <w:rsid w:val="00D46D80"/>
    <w:rsid w:val="00D60ED7"/>
    <w:rsid w:val="00D6554D"/>
    <w:rsid w:val="00D6686E"/>
    <w:rsid w:val="00D75E30"/>
    <w:rsid w:val="00D763BB"/>
    <w:rsid w:val="00D77BFD"/>
    <w:rsid w:val="00D77EA3"/>
    <w:rsid w:val="00D83812"/>
    <w:rsid w:val="00D84869"/>
    <w:rsid w:val="00D87F7E"/>
    <w:rsid w:val="00D93F65"/>
    <w:rsid w:val="00D97C0F"/>
    <w:rsid w:val="00DB387B"/>
    <w:rsid w:val="00DB46E4"/>
    <w:rsid w:val="00DC148D"/>
    <w:rsid w:val="00DD43C3"/>
    <w:rsid w:val="00DD4611"/>
    <w:rsid w:val="00DD57D5"/>
    <w:rsid w:val="00DE130F"/>
    <w:rsid w:val="00DE5B53"/>
    <w:rsid w:val="00DF6C99"/>
    <w:rsid w:val="00DF7CC0"/>
    <w:rsid w:val="00E0037E"/>
    <w:rsid w:val="00E01BB0"/>
    <w:rsid w:val="00E01D8F"/>
    <w:rsid w:val="00E03712"/>
    <w:rsid w:val="00E043D6"/>
    <w:rsid w:val="00E05DD0"/>
    <w:rsid w:val="00E07D37"/>
    <w:rsid w:val="00E07EF0"/>
    <w:rsid w:val="00E12DFA"/>
    <w:rsid w:val="00E35CE2"/>
    <w:rsid w:val="00E45699"/>
    <w:rsid w:val="00E542A0"/>
    <w:rsid w:val="00E61473"/>
    <w:rsid w:val="00E62884"/>
    <w:rsid w:val="00E6793F"/>
    <w:rsid w:val="00E72E27"/>
    <w:rsid w:val="00E7451D"/>
    <w:rsid w:val="00E819F0"/>
    <w:rsid w:val="00E8381E"/>
    <w:rsid w:val="00E848BB"/>
    <w:rsid w:val="00E85336"/>
    <w:rsid w:val="00E90969"/>
    <w:rsid w:val="00EA437B"/>
    <w:rsid w:val="00EA60EF"/>
    <w:rsid w:val="00EB0601"/>
    <w:rsid w:val="00EB7816"/>
    <w:rsid w:val="00EC0776"/>
    <w:rsid w:val="00EC0804"/>
    <w:rsid w:val="00EC7CEF"/>
    <w:rsid w:val="00ED650C"/>
    <w:rsid w:val="00ED6F32"/>
    <w:rsid w:val="00EE1E4B"/>
    <w:rsid w:val="00EE72EA"/>
    <w:rsid w:val="00EF4AF1"/>
    <w:rsid w:val="00EF5751"/>
    <w:rsid w:val="00EF5EC7"/>
    <w:rsid w:val="00F019ED"/>
    <w:rsid w:val="00F041CF"/>
    <w:rsid w:val="00F10D82"/>
    <w:rsid w:val="00F110C9"/>
    <w:rsid w:val="00F1426E"/>
    <w:rsid w:val="00F23D74"/>
    <w:rsid w:val="00F25C64"/>
    <w:rsid w:val="00F308B1"/>
    <w:rsid w:val="00F327C2"/>
    <w:rsid w:val="00F4461D"/>
    <w:rsid w:val="00F45375"/>
    <w:rsid w:val="00F47DB2"/>
    <w:rsid w:val="00F54506"/>
    <w:rsid w:val="00F551B4"/>
    <w:rsid w:val="00F60C33"/>
    <w:rsid w:val="00F65188"/>
    <w:rsid w:val="00F80381"/>
    <w:rsid w:val="00F813CC"/>
    <w:rsid w:val="00F9017A"/>
    <w:rsid w:val="00FA1F36"/>
    <w:rsid w:val="00FA574E"/>
    <w:rsid w:val="00FB6062"/>
    <w:rsid w:val="00FD597C"/>
    <w:rsid w:val="00FD7BDD"/>
    <w:rsid w:val="00FE5420"/>
    <w:rsid w:val="00FE61D5"/>
    <w:rsid w:val="00FE7030"/>
    <w:rsid w:val="00FF7E25"/>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21F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 w:type="character" w:styleId="Kommentarzeichen">
    <w:name w:val="annotation reference"/>
    <w:basedOn w:val="Absatz-Standardschriftart"/>
    <w:semiHidden/>
    <w:unhideWhenUsed/>
    <w:rsid w:val="00CF5D40"/>
    <w:rPr>
      <w:sz w:val="16"/>
      <w:szCs w:val="16"/>
    </w:rPr>
  </w:style>
  <w:style w:type="paragraph" w:styleId="Kommentartext">
    <w:name w:val="annotation text"/>
    <w:basedOn w:val="Standard"/>
    <w:link w:val="KommentartextZchn"/>
    <w:semiHidden/>
    <w:unhideWhenUsed/>
    <w:rsid w:val="00CF5D40"/>
    <w:rPr>
      <w:sz w:val="20"/>
      <w:szCs w:val="25"/>
    </w:rPr>
  </w:style>
  <w:style w:type="character" w:customStyle="1" w:styleId="KommentartextZchn">
    <w:name w:val="Kommentartext Zchn"/>
    <w:basedOn w:val="Absatz-Standardschriftart"/>
    <w:link w:val="Kommentartext"/>
    <w:semiHidden/>
    <w:rsid w:val="00CF5D40"/>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CF5D40"/>
    <w:rPr>
      <w:b/>
      <w:bCs/>
    </w:rPr>
  </w:style>
  <w:style w:type="character" w:customStyle="1" w:styleId="KommentarthemaZchn">
    <w:name w:val="Kommentarthema Zchn"/>
    <w:basedOn w:val="KommentartextZchn"/>
    <w:link w:val="Kommentarthema"/>
    <w:semiHidden/>
    <w:rsid w:val="00CF5D40"/>
    <w:rPr>
      <w:rFonts w:ascii="Arial" w:hAnsi="Arial" w:cs="Vrinda"/>
      <w:b/>
      <w:bCs/>
      <w:szCs w:val="25"/>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 w:type="character" w:styleId="Kommentarzeichen">
    <w:name w:val="annotation reference"/>
    <w:basedOn w:val="Absatz-Standardschriftart"/>
    <w:semiHidden/>
    <w:unhideWhenUsed/>
    <w:rsid w:val="00CF5D40"/>
    <w:rPr>
      <w:sz w:val="16"/>
      <w:szCs w:val="16"/>
    </w:rPr>
  </w:style>
  <w:style w:type="paragraph" w:styleId="Kommentartext">
    <w:name w:val="annotation text"/>
    <w:basedOn w:val="Standard"/>
    <w:link w:val="KommentartextZchn"/>
    <w:semiHidden/>
    <w:unhideWhenUsed/>
    <w:rsid w:val="00CF5D40"/>
    <w:rPr>
      <w:sz w:val="20"/>
      <w:szCs w:val="25"/>
    </w:rPr>
  </w:style>
  <w:style w:type="character" w:customStyle="1" w:styleId="KommentartextZchn">
    <w:name w:val="Kommentartext Zchn"/>
    <w:basedOn w:val="Absatz-Standardschriftart"/>
    <w:link w:val="Kommentartext"/>
    <w:semiHidden/>
    <w:rsid w:val="00CF5D40"/>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CF5D40"/>
    <w:rPr>
      <w:b/>
      <w:bCs/>
    </w:rPr>
  </w:style>
  <w:style w:type="character" w:customStyle="1" w:styleId="KommentarthemaZchn">
    <w:name w:val="Kommentarthema Zchn"/>
    <w:basedOn w:val="KommentartextZchn"/>
    <w:link w:val="Kommentarthema"/>
    <w:semiHidden/>
    <w:rsid w:val="00CF5D40"/>
    <w:rPr>
      <w:rFonts w:ascii="Arial" w:hAnsi="Arial" w:cs="Vrinda"/>
      <w:b/>
      <w:bCs/>
      <w:szCs w:val="2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1BED9-F229-436F-9FE6-8819E6394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383</Words>
  <Characters>2414</Characters>
  <Application>Microsoft Office Word</Application>
  <DocSecurity>0</DocSecurity>
  <Lines>20</Lines>
  <Paragraphs>5</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VDMA</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EMVA - Andreas Breyer</dc:creator>
  <cp:lastModifiedBy>McBrey</cp:lastModifiedBy>
  <cp:revision>7</cp:revision>
  <cp:lastPrinted>2013-01-18T14:56:00Z</cp:lastPrinted>
  <dcterms:created xsi:type="dcterms:W3CDTF">2018-09-12T07:42:00Z</dcterms:created>
  <dcterms:modified xsi:type="dcterms:W3CDTF">2018-10-09T11:41:00Z</dcterms:modified>
</cp:coreProperties>
</file>